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lainText"/>
        <w:ind w:left="-3402" w:right="3033" w:hanging="0"/>
        <w:rPr/>
      </w:pPr>
      <w:r>
        <w:rPr>
          <w:rFonts w:eastAsia="Times New Roman" w:ascii="Milo Sans Offc" w:hAnsi="Milo Sans Offc"/>
          <w:b/>
          <w:w w:val="98"/>
          <w:sz w:val="36"/>
          <w:szCs w:val="36"/>
          <w:lang w:eastAsia="de-DE"/>
        </w:rPr>
        <w:t>16</w:t>
      </w:r>
      <w:r>
        <w:rPr>
          <w:rFonts w:eastAsia="Times New Roman" w:ascii="Milo Sans Offc" w:hAnsi="Milo Sans Offc"/>
          <w:b/>
          <w:w w:val="98"/>
          <w:sz w:val="36"/>
          <w:szCs w:val="36"/>
          <w:lang w:eastAsia="de-DE"/>
        </w:rPr>
        <w:t xml:space="preserve">. </w:t>
      </w:r>
      <w:r>
        <w:rPr>
          <w:rFonts w:eastAsia="Times New Roman" w:ascii="Milo Sans Offc" w:hAnsi="Milo Sans Offc"/>
          <w:b/>
          <w:w w:val="98"/>
          <w:sz w:val="36"/>
          <w:szCs w:val="36"/>
          <w:lang w:eastAsia="de-DE"/>
        </w:rPr>
        <w:t>Februar</w:t>
      </w:r>
      <w:r>
        <w:rPr>
          <w:rFonts w:eastAsia="Times New Roman" w:ascii="Milo Sans Offc" w:hAnsi="Milo Sans Offc"/>
          <w:b/>
          <w:w w:val="98"/>
          <w:sz w:val="36"/>
          <w:szCs w:val="36"/>
          <w:lang w:eastAsia="de-DE"/>
        </w:rPr>
        <w:t xml:space="preserve">: Bürgersprechstunde mit Matthias Hauer MdB (CDU) in </w:t>
      </w:r>
      <w:r>
        <w:rPr>
          <w:rFonts w:eastAsia="Times New Roman" w:ascii="Milo Sans Offc" w:hAnsi="Milo Sans Offc"/>
          <w:b/>
          <w:w w:val="98"/>
          <w:sz w:val="36"/>
          <w:szCs w:val="36"/>
          <w:lang w:eastAsia="de-DE"/>
        </w:rPr>
        <w:t>Bredeney</w:t>
      </w:r>
    </w:p>
    <w:p>
      <w:pPr>
        <w:pStyle w:val="Adresse"/>
        <w:pBdr/>
        <w:rPr/>
        <w:framePr w:w="4666" w:h="646" w:x="1351" w:y="2581" w:wrap="none" w:vAnchor="page" w:hAnchor="page" w:hRule="exact"/>
      </w:pPr>
      <w:r>
        <w:rPr>
          <w:rFonts w:ascii="Milo Sans Offc" w:hAnsi="Milo Sans Offc"/>
          <w:color w:val="808080" w:themeColor="background1" w:themeShade="80"/>
          <w:sz w:val="48"/>
          <w:szCs w:val="48"/>
        </w:rPr>
        <w:t>Pressemitteilung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  <w:t xml:space="preserve">Berlin, </w:t>
      </w:r>
      <w:r>
        <w:rPr/>
      </w:r>
      <w:sdt>
        <w:sdtPr>
          <w:date w:fullDate="2019-02-08T00:00:00Z">
            <w:dateFormat w:val="dd/MM/yyyy"/>
            <w:lid w:val="de-DE"/>
            <w:storeMappedDataAs w:val="dateTime"/>
            <w:calendar w:val="gregorian"/>
          </w:date>
        </w:sdtPr>
        <w:sdtContent>
          <w:r>
            <w:rPr>
              <w:sz w:val="17"/>
              <w:szCs w:val="17"/>
            </w:rPr>
            <w:t>08/02/2019</w:t>
          </w:r>
        </w:sdtContent>
      </w:sdt>
    </w:p>
    <w:p>
      <w:pPr>
        <w:pStyle w:val="Marginalie"/>
        <w:pBdr/>
        <w:rPr>
          <w:rFonts w:ascii="Milo Sans Offc" w:hAnsi="Milo Sans Offc"/>
          <w:sz w:val="17"/>
          <w:szCs w:val="17"/>
        </w:rPr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</w:r>
    </w:p>
    <w:p>
      <w:pPr>
        <w:pStyle w:val="Marginalie"/>
        <w:pBdr/>
        <w:rPr/>
        <w:framePr w:w="2191" w:h="4318" w:x="9196" w:y="4231" w:wrap="auto" w:vAnchor="page" w:hAnchor="page" w:hRule="exact"/>
      </w:pPr>
      <w:bookmarkStart w:id="0" w:name="v_Name31"/>
      <w:bookmarkEnd w:id="0"/>
      <w:r>
        <w:rPr>
          <w:rStyle w:val="Strong"/>
          <w:rFonts w:ascii="Milo Sans Offc" w:hAnsi="Milo Sans Offc"/>
          <w:sz w:val="17"/>
          <w:szCs w:val="17"/>
        </w:rPr>
        <w:t>Herausgeber: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bookmarkStart w:id="1" w:name="v_Name31"/>
      <w:bookmarkStart w:id="2" w:name="v_WK2_Strasse1"/>
      <w:bookmarkStart w:id="3" w:name="v_WK2_PLZ_Ort1"/>
      <w:bookmarkStart w:id="4" w:name="v_WK2_Email1"/>
      <w:bookmarkEnd w:id="1"/>
      <w:bookmarkEnd w:id="2"/>
      <w:bookmarkEnd w:id="3"/>
      <w:bookmarkEnd w:id="4"/>
      <w:r>
        <w:rPr>
          <w:rStyle w:val="Strong"/>
          <w:rFonts w:ascii="Milo Sans Offc" w:hAnsi="Milo Sans Offc"/>
          <w:b w:val="false"/>
          <w:sz w:val="17"/>
          <w:szCs w:val="17"/>
        </w:rPr>
        <w:t>Matthias Hauer MdB</w:t>
      </w:r>
    </w:p>
    <w:p>
      <w:pPr>
        <w:pStyle w:val="Marginalie"/>
        <w:pBdr/>
        <w:rPr>
          <w:rFonts w:ascii="Milo Sans Offc" w:hAnsi="Milo Sans Offc"/>
          <w:sz w:val="17"/>
          <w:szCs w:val="17"/>
        </w:rPr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</w:r>
    </w:p>
    <w:p>
      <w:pPr>
        <w:pStyle w:val="Marginalie"/>
        <w:pBdr/>
        <w:rPr/>
        <w:framePr w:w="2191" w:h="4318" w:x="9196" w:y="4231" w:wrap="auto" w:vAnchor="page" w:hAnchor="page" w:hRule="exact"/>
      </w:pPr>
      <w:bookmarkStart w:id="5" w:name="v_WK1_B%C3%BCro1"/>
      <w:bookmarkStart w:id="6" w:name="v_WK1_Email1"/>
      <w:bookmarkEnd w:id="5"/>
      <w:bookmarkEnd w:id="6"/>
      <w:r>
        <w:rPr>
          <w:rFonts w:ascii="Milo Sans Offc" w:hAnsi="Milo Sans Offc"/>
          <w:bCs/>
          <w:sz w:val="17"/>
          <w:szCs w:val="17"/>
        </w:rPr>
        <w:t xml:space="preserve">Abgeordneter für den 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bCs/>
          <w:sz w:val="17"/>
          <w:szCs w:val="17"/>
        </w:rPr>
        <w:t>Essener Süden und Westen</w:t>
      </w:r>
    </w:p>
    <w:p>
      <w:pPr>
        <w:pStyle w:val="Marginalie"/>
        <w:pBdr/>
        <w:rPr>
          <w:rFonts w:ascii="Milo Sans Offc" w:hAnsi="Milo Sans Offc"/>
          <w:sz w:val="17"/>
          <w:szCs w:val="17"/>
        </w:rPr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b/>
          <w:sz w:val="17"/>
          <w:szCs w:val="17"/>
        </w:rPr>
        <w:t>Büro Berlin: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  <w:t>Platz der Republik 1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  <w:t>11011 Berlin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  <w:t>Telefon: +49 30 227-75169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  <w:t>Fax: +49 30 227-76169</w:t>
      </w:r>
    </w:p>
    <w:p>
      <w:pPr>
        <w:pStyle w:val="Marginalie"/>
        <w:pBdr/>
        <w:rPr>
          <w:rFonts w:ascii="Milo Sans Offc" w:hAnsi="Milo Sans Offc"/>
          <w:sz w:val="17"/>
          <w:szCs w:val="17"/>
        </w:rPr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b/>
          <w:sz w:val="17"/>
          <w:szCs w:val="17"/>
        </w:rPr>
        <w:t>Pressekontakt: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  <w:t>Katrin Arnholz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  <w:t>Pressereferentin</w:t>
      </w:r>
    </w:p>
    <w:p>
      <w:pPr>
        <w:pStyle w:val="Marginalie"/>
        <w:pBdr/>
        <w:rPr/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  <w:t>Telefon: +49 30 227-75160</w:t>
      </w:r>
    </w:p>
    <w:p>
      <w:pPr>
        <w:pStyle w:val="Marginalie"/>
        <w:pBdr/>
        <w:rPr>
          <w:rFonts w:ascii="Milo Sans Offc" w:hAnsi="Milo Sans Offc"/>
          <w:sz w:val="17"/>
          <w:szCs w:val="17"/>
        </w:rPr>
        <w:framePr w:w="2191" w:h="4318" w:x="9196" w:y="4231" w:wrap="auto" w:vAnchor="page" w:hAnchor="page" w:hRule="exact"/>
      </w:pPr>
      <w:r>
        <w:rPr>
          <w:rFonts w:ascii="Milo Sans Offc" w:hAnsi="Milo Sans Offc"/>
          <w:sz w:val="17"/>
          <w:szCs w:val="17"/>
        </w:rPr>
      </w:r>
    </w:p>
    <w:p>
      <w:pPr>
        <w:pStyle w:val="Marginalie"/>
        <w:pBdr/>
        <w:rPr/>
        <w:framePr w:w="2191" w:h="4318" w:x="9196" w:y="4231" w:wrap="auto" w:vAnchor="page" w:hAnchor="page" w:hRule="exact"/>
      </w:pPr>
      <w:hyperlink r:id="rId2">
        <w:r>
          <w:rPr>
            <w:rStyle w:val="Internetverknpfung"/>
            <w:rFonts w:ascii="Milo Sans Offc" w:hAnsi="Milo Sans Offc"/>
            <w:sz w:val="17"/>
            <w:szCs w:val="17"/>
          </w:rPr>
          <w:t>matthias.hauer@bundestag.de</w:t>
        </w:r>
      </w:hyperlink>
    </w:p>
    <w:p>
      <w:pPr>
        <w:pStyle w:val="Normal"/>
        <w:spacing w:lineRule="auto" w:line="240"/>
        <w:rPr>
          <w:rFonts w:ascii="MiloSerifOffc,Bold" w:hAnsi="MiloSerifOffc,Bold" w:eastAsia="Calibri" w:cs="MiloSerifOffc,Bold" w:eastAsiaTheme="minorHAnsi"/>
          <w:b/>
          <w:b/>
          <w:bCs/>
          <w:szCs w:val="22"/>
          <w:lang w:eastAsia="en-US"/>
        </w:rPr>
      </w:pPr>
      <w:r>
        <w:rPr>
          <w:rFonts w:eastAsia="Calibri" w:cs="MiloSerifOffc,Bold" w:eastAsiaTheme="minorHAnsi" w:ascii="MiloSerifOffc,Bold" w:hAnsi="MiloSerifOffc,Bold"/>
          <w:b/>
          <w:bCs/>
          <w:szCs w:val="22"/>
          <w:lang w:eastAsia="en-US"/>
        </w:rPr>
      </w:r>
    </w:p>
    <w:p>
      <w:pPr>
        <w:pStyle w:val="Normal"/>
        <w:tabs>
          <w:tab w:val="clear" w:pos="708"/>
          <w:tab w:val="left" w:pos="3828" w:leader="none"/>
        </w:tabs>
        <w:ind w:left="-3402" w:right="3033" w:hanging="0"/>
        <w:jc w:val="both"/>
        <w:rPr/>
      </w:pPr>
      <w:r>
        <w:rPr>
          <w:rFonts w:ascii="Milo Serif Offc" w:hAnsi="Milo Serif Offc"/>
          <w:b/>
          <w:szCs w:val="22"/>
        </w:rPr>
        <w:t xml:space="preserve">Am </w:t>
      </w:r>
      <w:r>
        <w:rPr>
          <w:rFonts w:ascii="Milo Serif Offc" w:hAnsi="Milo Serif Offc"/>
          <w:b/>
          <w:szCs w:val="22"/>
        </w:rPr>
        <w:t>16</w:t>
      </w:r>
      <w:r>
        <w:rPr>
          <w:rFonts w:ascii="Milo Serif Offc" w:hAnsi="Milo Serif Offc"/>
          <w:b/>
          <w:szCs w:val="22"/>
        </w:rPr>
        <w:t xml:space="preserve">. </w:t>
      </w:r>
      <w:r>
        <w:rPr>
          <w:rFonts w:ascii="Milo Serif Offc" w:hAnsi="Milo Serif Offc"/>
          <w:b/>
          <w:szCs w:val="22"/>
        </w:rPr>
        <w:t>Februar</w:t>
      </w:r>
      <w:r>
        <w:rPr>
          <w:rFonts w:ascii="Milo Serif Offc" w:hAnsi="Milo Serif Offc"/>
          <w:b/>
          <w:szCs w:val="22"/>
        </w:rPr>
        <w:t xml:space="preserve"> lädt Matthias Hauer MdB </w:t>
      </w:r>
      <w:r>
        <w:rPr>
          <w:rFonts w:ascii="Milo Serif Offc" w:hAnsi="Milo Serif Offc"/>
          <w:b/>
          <w:szCs w:val="22"/>
        </w:rPr>
        <w:t>g</w:t>
      </w:r>
      <w:r>
        <w:rPr>
          <w:rFonts w:ascii="Milo Serif Offc" w:hAnsi="Milo Serif Offc"/>
          <w:b/>
          <w:szCs w:val="22"/>
        </w:rPr>
        <w:t xml:space="preserve">emeinsam mit dem CDU Ortsverband Bredeney zu seiner nächsten Bürgersprechstunde ein. </w:t>
      </w:r>
      <w:r>
        <w:rPr>
          <w:rFonts w:ascii="Milo Serif Offc" w:hAnsi="Milo Serif Offc"/>
          <w:b/>
          <w:szCs w:val="22"/>
        </w:rPr>
        <w:t>Der Essener CDU-Bundestagsabgeordnete steht dann vor dem Bredeneyer REWE-Markt für Fragen und Anregungen bereit.</w:t>
      </w:r>
    </w:p>
    <w:p>
      <w:pPr>
        <w:pStyle w:val="Normal"/>
        <w:tabs>
          <w:tab w:val="clear" w:pos="708"/>
          <w:tab w:val="left" w:pos="3828" w:leader="none"/>
        </w:tabs>
        <w:ind w:left="-3402" w:right="3033" w:hanging="0"/>
        <w:jc w:val="both"/>
        <w:rPr>
          <w:rFonts w:ascii="Milo Serif Offc" w:hAnsi="Milo Serif Offc"/>
          <w:szCs w:val="22"/>
        </w:rPr>
      </w:pPr>
      <w:r>
        <w:rPr>
          <w:rFonts w:ascii="Milo Serif Offc" w:hAnsi="Milo Serif Offc"/>
          <w:szCs w:val="22"/>
        </w:rPr>
      </w:r>
    </w:p>
    <w:p>
      <w:pPr>
        <w:pStyle w:val="Normal"/>
        <w:tabs>
          <w:tab w:val="clear" w:pos="708"/>
          <w:tab w:val="left" w:pos="3828" w:leader="none"/>
        </w:tabs>
        <w:ind w:left="-3402" w:right="3033" w:hanging="0"/>
        <w:jc w:val="both"/>
        <w:rPr/>
      </w:pPr>
      <w:r>
        <w:rPr>
          <w:rFonts w:ascii="Milo Serif Offc" w:hAnsi="Milo Serif Offc"/>
          <w:szCs w:val="22"/>
        </w:rPr>
        <w:t xml:space="preserve">Von 10 bis 12 Uhr können interessierte Bürgerinnen und Bürger ihrem direkt gewählten Bundestagsabgeordneten Fragen stellen und aktuelle politische Entwicklungen besprechen. „Ich freue mich auf den Austausch und die Anregungen – kommen Sie gerne auf mich zu!“, bekräftigt Matthias Hauer. </w:t>
      </w:r>
    </w:p>
    <w:p>
      <w:pPr>
        <w:pStyle w:val="Normal"/>
        <w:tabs>
          <w:tab w:val="clear" w:pos="708"/>
          <w:tab w:val="left" w:pos="3828" w:leader="none"/>
        </w:tabs>
        <w:ind w:left="-3402" w:right="3033" w:hanging="0"/>
        <w:jc w:val="both"/>
        <w:rPr>
          <w:rFonts w:ascii="Milo Serif Offc" w:hAnsi="Milo Serif Offc"/>
          <w:szCs w:val="22"/>
        </w:rPr>
      </w:pPr>
      <w:r>
        <w:rPr/>
      </w:r>
    </w:p>
    <w:p>
      <w:pPr>
        <w:pStyle w:val="Normal"/>
        <w:tabs>
          <w:tab w:val="clear" w:pos="708"/>
          <w:tab w:val="left" w:pos="3828" w:leader="none"/>
        </w:tabs>
        <w:ind w:left="-3402" w:right="3033" w:hanging="0"/>
        <w:jc w:val="both"/>
        <w:rPr/>
      </w:pPr>
      <w:r>
        <w:rPr>
          <w:rFonts w:ascii="Milo Serif Offc" w:hAnsi="Milo Serif Offc"/>
          <w:szCs w:val="22"/>
        </w:rPr>
        <w:t xml:space="preserve">Neben </w:t>
      </w:r>
      <w:r>
        <w:rPr>
          <w:rFonts w:ascii="Milo Serif Offc" w:hAnsi="Milo Serif Offc"/>
          <w:szCs w:val="22"/>
        </w:rPr>
        <w:t>Matthias Hauer</w:t>
      </w:r>
      <w:r>
        <w:rPr>
          <w:rFonts w:ascii="Milo Serif Offc" w:hAnsi="Milo Serif Offc"/>
          <w:szCs w:val="22"/>
        </w:rPr>
        <w:t xml:space="preserve"> werden unter anderem auch der örtliche Ratsherr und Essener CDU-Kandidat für die Europawahl am 26. Mai, Ulrich Beul, sowie weitere Aktive der CDU Bredeney </w:t>
      </w:r>
      <w:r>
        <w:rPr>
          <w:rFonts w:ascii="Milo Serif Offc" w:hAnsi="Milo Serif Offc"/>
          <w:szCs w:val="22"/>
        </w:rPr>
        <w:t>als Ansprechpartner vor Ort sein.</w:t>
      </w:r>
      <w:r>
        <w:rPr>
          <w:rFonts w:ascii="Milo Serif Offc" w:hAnsi="Milo Serif Offc"/>
          <w:szCs w:val="22"/>
        </w:rPr>
        <w:t xml:space="preserve"> </w:t>
      </w:r>
    </w:p>
    <w:p>
      <w:pPr>
        <w:pStyle w:val="Normal"/>
        <w:tabs>
          <w:tab w:val="clear" w:pos="708"/>
          <w:tab w:val="left" w:pos="3828" w:leader="none"/>
        </w:tabs>
        <w:ind w:left="-3402" w:right="3033" w:hanging="0"/>
        <w:jc w:val="both"/>
        <w:rPr>
          <w:rFonts w:ascii="Milo Serif Offc" w:hAnsi="Milo Serif Offc"/>
          <w:szCs w:val="22"/>
        </w:rPr>
      </w:pPr>
      <w:r>
        <w:rPr>
          <w:rFonts w:ascii="Milo Serif Offc" w:hAnsi="Milo Serif Offc"/>
          <w:szCs w:val="22"/>
        </w:rPr>
      </w:r>
    </w:p>
    <w:p>
      <w:pPr>
        <w:pStyle w:val="Normal"/>
        <w:tabs>
          <w:tab w:val="clear" w:pos="708"/>
          <w:tab w:val="left" w:pos="3828" w:leader="none"/>
        </w:tabs>
        <w:ind w:left="-3402" w:right="3033" w:hanging="0"/>
        <w:jc w:val="both"/>
        <w:rPr>
          <w:rFonts w:ascii="Milo Serif Offc" w:hAnsi="Milo Serif Offc"/>
          <w:b/>
          <w:b/>
          <w:szCs w:val="22"/>
        </w:rPr>
      </w:pPr>
      <w:r>
        <w:rPr>
          <w:rFonts w:ascii="Milo Serif Offc" w:hAnsi="Milo Serif Offc"/>
          <w:b/>
          <w:szCs w:val="22"/>
        </w:rPr>
        <w:t>Bürgersprechstunde mit Matthias Hauer MdB:</w:t>
      </w:r>
    </w:p>
    <w:p>
      <w:pPr>
        <w:pStyle w:val="Normal"/>
        <w:tabs>
          <w:tab w:val="clear" w:pos="708"/>
          <w:tab w:val="left" w:pos="3828" w:leader="none"/>
        </w:tabs>
        <w:ind w:left="-3402" w:right="3033" w:hanging="0"/>
        <w:jc w:val="both"/>
        <w:rPr>
          <w:rFonts w:ascii="Milo Serif Offc" w:hAnsi="Milo Serif Offc"/>
          <w:szCs w:val="22"/>
        </w:rPr>
      </w:pPr>
      <w:r>
        <w:rPr>
          <w:rFonts w:ascii="Milo Serif Offc" w:hAnsi="Milo Serif Offc"/>
          <w:szCs w:val="22"/>
        </w:rPr>
      </w:r>
    </w:p>
    <w:p>
      <w:pPr>
        <w:pStyle w:val="Normal"/>
        <w:tabs>
          <w:tab w:val="clear" w:pos="708"/>
          <w:tab w:val="left" w:pos="3828" w:leader="none"/>
        </w:tabs>
        <w:ind w:left="-2410" w:right="3033" w:hanging="992"/>
        <w:jc w:val="both"/>
        <w:rPr/>
      </w:pPr>
      <w:r>
        <w:rPr>
          <w:rFonts w:ascii="Milo Serif Offc" w:hAnsi="Milo Serif Offc"/>
          <w:b/>
          <w:szCs w:val="22"/>
        </w:rPr>
        <w:t>Wann:</w:t>
      </w:r>
      <w:r>
        <w:rPr>
          <w:rFonts w:ascii="Milo Serif Offc" w:hAnsi="Milo Serif Offc"/>
          <w:szCs w:val="22"/>
        </w:rPr>
        <w:tab/>
      </w:r>
      <w:r>
        <w:rPr>
          <w:rFonts w:ascii="Milo Serif Offc" w:hAnsi="Milo Serif Offc"/>
          <w:szCs w:val="22"/>
        </w:rPr>
        <w:t>16</w:t>
      </w:r>
      <w:r>
        <w:rPr>
          <w:rFonts w:ascii="Milo Serif Offc" w:hAnsi="Milo Serif Offc"/>
          <w:szCs w:val="22"/>
        </w:rPr>
        <w:t xml:space="preserve">. </w:t>
      </w:r>
      <w:r>
        <w:rPr>
          <w:rFonts w:ascii="Milo Serif Offc" w:hAnsi="Milo Serif Offc"/>
          <w:szCs w:val="22"/>
        </w:rPr>
        <w:t>Februar</w:t>
      </w:r>
      <w:r>
        <w:rPr>
          <w:rFonts w:ascii="Milo Serif Offc" w:hAnsi="Milo Serif Offc"/>
          <w:szCs w:val="22"/>
        </w:rPr>
        <w:t xml:space="preserve"> von 1</w:t>
      </w:r>
      <w:r>
        <w:rPr>
          <w:rFonts w:ascii="Milo Serif Offc" w:hAnsi="Milo Serif Offc"/>
          <w:szCs w:val="22"/>
        </w:rPr>
        <w:t>0</w:t>
      </w:r>
      <w:r>
        <w:rPr>
          <w:rFonts w:ascii="Milo Serif Offc" w:hAnsi="Milo Serif Offc"/>
          <w:szCs w:val="22"/>
        </w:rPr>
        <w:t xml:space="preserve"> bis 1</w:t>
      </w:r>
      <w:r>
        <w:rPr>
          <w:rFonts w:ascii="Milo Serif Offc" w:hAnsi="Milo Serif Offc"/>
          <w:szCs w:val="22"/>
        </w:rPr>
        <w:t>2</w:t>
      </w:r>
      <w:r>
        <w:rPr>
          <w:rFonts w:ascii="Milo Serif Offc" w:hAnsi="Milo Serif Offc"/>
          <w:szCs w:val="22"/>
        </w:rPr>
        <w:t xml:space="preserve"> Uhr</w:t>
      </w:r>
    </w:p>
    <w:p>
      <w:pPr>
        <w:pStyle w:val="Normal"/>
        <w:tabs>
          <w:tab w:val="clear" w:pos="708"/>
          <w:tab w:val="left" w:pos="3828" w:leader="none"/>
        </w:tabs>
        <w:ind w:left="-2410" w:right="3033" w:hanging="992"/>
        <w:rPr/>
      </w:pPr>
      <w:r>
        <w:rPr>
          <w:rFonts w:ascii="Milo Serif Offc" w:hAnsi="Milo Serif Offc"/>
          <w:b/>
          <w:szCs w:val="22"/>
        </w:rPr>
        <w:t>Wo:</w:t>
      </w:r>
      <w:r>
        <w:rPr>
          <w:rFonts w:ascii="Milo Serif Offc" w:hAnsi="Milo Serif Offc"/>
          <w:szCs w:val="22"/>
        </w:rPr>
        <w:t xml:space="preserve"> </w:t>
        <w:tab/>
        <w:t xml:space="preserve"> </w:t>
      </w:r>
      <w:r>
        <w:rPr>
          <w:rFonts w:ascii="Milo Serif Offc" w:hAnsi="Milo Serif Offc"/>
          <w:b w:val="false"/>
          <w:bCs w:val="false"/>
          <w:szCs w:val="22"/>
        </w:rPr>
        <w:t>REWE-Markt auf der Bredeneyer Straße 4a</w:t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4763" w:right="424" w:header="834" w:top="2778" w:footer="709" w:bottom="993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Melior Com">
    <w:charset w:val="00"/>
    <w:family w:val="roman"/>
    <w:pitch w:val="variable"/>
  </w:font>
  <w:font w:name="Segoe UI">
    <w:charset w:val="00"/>
    <w:family w:val="roman"/>
    <w:pitch w:val="variable"/>
  </w:font>
  <w:font w:name="Milo Sans Offc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loSerifOffc">
    <w:altName w:val="Bold"/>
    <w:charset w:val="00"/>
    <w:family w:val="roman"/>
    <w:pitch w:val="variable"/>
  </w:font>
  <w:font w:name="Milo Serif Offc">
    <w:charset w:val="00"/>
    <w:family w:val="roman"/>
    <w:pitch w:val="variable"/>
  </w:font>
  <w:font w:name="Courier Ne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13858647"/>
    </w:sdtPr>
    <w:sdtContent>
      <w:p>
        <w:pPr>
          <w:pStyle w:val="Fuzeile"/>
          <w:jc w:val="right"/>
          <w:rPr/>
        </w:pPr>
        <w:r>
          <w:rPr/>
        </w:r>
      </w:p>
    </w:sdtContent>
  </w:sdt>
  <w:p>
    <w:pPr>
      <w:pStyle w:val="Fuzeil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right"/>
      <w:rPr/>
    </w:pPr>
    <w:r>
      <w:rPr/>
    </w:r>
  </w:p>
  <w:p>
    <w:pPr>
      <w:pStyle w:val="Fuzeil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mc:AlternateContent>
        <mc:Choice Requires="wps">
          <w:drawing>
            <wp:anchor behindDoc="1" distT="0" distB="0" distL="114300" distR="114300" simplePos="0" locked="0" layoutInCell="1" allowOverlap="1" relativeHeight="4" wp14:anchorId="6C440DE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438150" cy="375285"/>
              <wp:effectExtent l="5080" t="6985" r="5080" b="8890"/>
              <wp:wrapNone/>
              <wp:docPr id="1" name="Freeform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7400" cy="3747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4535" h="3956">
                            <a:moveTo>
                              <a:pt x="2298" y="3742"/>
                            </a:moveTo>
                            <a:cubicBezTo>
                              <a:pt x="2298" y="3808"/>
                              <a:pt x="2351" y="3862"/>
                              <a:pt x="2417" y="3862"/>
                            </a:cubicBezTo>
                            <a:cubicBezTo>
                              <a:pt x="2484" y="3862"/>
                              <a:pt x="2537" y="3808"/>
                              <a:pt x="2537" y="3742"/>
                            </a:cubicBezTo>
                            <a:cubicBezTo>
                              <a:pt x="2537" y="3206"/>
                              <a:pt x="2537" y="3206"/>
                              <a:pt x="2537" y="3206"/>
                            </a:cubicBezTo>
                            <a:cubicBezTo>
                              <a:pt x="2458" y="3135"/>
                              <a:pt x="2376" y="3060"/>
                              <a:pt x="2298" y="2982"/>
                            </a:cubicBezTo>
                            <a:lnTo>
                              <a:pt x="2298" y="3742"/>
                            </a:lnTo>
                            <a:close/>
                            <a:moveTo>
                              <a:pt x="1998" y="3742"/>
                            </a:moveTo>
                            <a:cubicBezTo>
                              <a:pt x="1998" y="3808"/>
                              <a:pt x="2052" y="3862"/>
                              <a:pt x="2118" y="3862"/>
                            </a:cubicBezTo>
                            <a:cubicBezTo>
                              <a:pt x="2184" y="3862"/>
                              <a:pt x="2238" y="3808"/>
                              <a:pt x="2238" y="3742"/>
                            </a:cubicBezTo>
                            <a:cubicBezTo>
                              <a:pt x="2238" y="2982"/>
                              <a:pt x="2238" y="2982"/>
                              <a:pt x="2238" y="2982"/>
                            </a:cubicBezTo>
                            <a:cubicBezTo>
                              <a:pt x="2160" y="3060"/>
                              <a:pt x="2078" y="3135"/>
                              <a:pt x="1998" y="3206"/>
                            </a:cubicBezTo>
                            <a:lnTo>
                              <a:pt x="1998" y="3742"/>
                            </a:lnTo>
                            <a:close/>
                            <a:moveTo>
                              <a:pt x="1119" y="3312"/>
                            </a:moveTo>
                            <a:cubicBezTo>
                              <a:pt x="1143" y="3183"/>
                              <a:pt x="1181" y="2992"/>
                              <a:pt x="1235" y="2755"/>
                            </a:cubicBezTo>
                            <a:cubicBezTo>
                              <a:pt x="919" y="3063"/>
                              <a:pt x="555" y="3423"/>
                              <a:pt x="550" y="3428"/>
                            </a:cubicBezTo>
                            <a:cubicBezTo>
                              <a:pt x="802" y="3622"/>
                              <a:pt x="1013" y="3413"/>
                              <a:pt x="1023" y="3404"/>
                            </a:cubicBezTo>
                            <a:cubicBezTo>
                              <a:pt x="1027" y="3400"/>
                              <a:pt x="1069" y="3360"/>
                              <a:pt x="1119" y="3312"/>
                            </a:cubicBezTo>
                            <a:close/>
                            <a:moveTo>
                              <a:pt x="1702" y="3752"/>
                            </a:moveTo>
                            <a:cubicBezTo>
                              <a:pt x="1702" y="3818"/>
                              <a:pt x="1755" y="3871"/>
                              <a:pt x="1821" y="3871"/>
                            </a:cubicBezTo>
                            <a:cubicBezTo>
                              <a:pt x="1887" y="3871"/>
                              <a:pt x="1941" y="3818"/>
                              <a:pt x="1941" y="3752"/>
                            </a:cubicBezTo>
                            <a:cubicBezTo>
                              <a:pt x="1941" y="3257"/>
                              <a:pt x="1941" y="3257"/>
                              <a:pt x="1941" y="3257"/>
                            </a:cubicBezTo>
                            <a:cubicBezTo>
                              <a:pt x="1854" y="3333"/>
                              <a:pt x="1771" y="3402"/>
                              <a:pt x="1702" y="3459"/>
                            </a:cubicBezTo>
                            <a:lnTo>
                              <a:pt x="1702" y="3752"/>
                            </a:lnTo>
                            <a:close/>
                            <a:moveTo>
                              <a:pt x="0" y="1708"/>
                            </a:moveTo>
                            <a:cubicBezTo>
                              <a:pt x="246" y="1927"/>
                              <a:pt x="478" y="1748"/>
                              <a:pt x="493" y="1737"/>
                            </a:cubicBezTo>
                            <a:cubicBezTo>
                              <a:pt x="517" y="1719"/>
                              <a:pt x="975" y="1351"/>
                              <a:pt x="1232" y="1144"/>
                            </a:cubicBezTo>
                            <a:cubicBezTo>
                              <a:pt x="1228" y="1116"/>
                              <a:pt x="1226" y="1086"/>
                              <a:pt x="1226" y="1055"/>
                            </a:cubicBezTo>
                            <a:cubicBezTo>
                              <a:pt x="1226" y="1053"/>
                              <a:pt x="1225" y="1005"/>
                              <a:pt x="1225" y="1005"/>
                            </a:cubicBezTo>
                            <a:cubicBezTo>
                              <a:pt x="1225" y="1005"/>
                              <a:pt x="1225" y="855"/>
                              <a:pt x="1225" y="734"/>
                            </a:cubicBezTo>
                            <a:cubicBezTo>
                              <a:pt x="745" y="1116"/>
                              <a:pt x="9" y="1701"/>
                              <a:pt x="0" y="1708"/>
                            </a:cubicBezTo>
                            <a:close/>
                            <a:moveTo>
                              <a:pt x="1260" y="2646"/>
                            </a:moveTo>
                            <a:cubicBezTo>
                              <a:pt x="1299" y="2474"/>
                              <a:pt x="1347" y="2282"/>
                              <a:pt x="1402" y="2075"/>
                            </a:cubicBezTo>
                            <a:cubicBezTo>
                              <a:pt x="953" y="2494"/>
                              <a:pt x="302" y="3098"/>
                              <a:pt x="294" y="3106"/>
                            </a:cubicBezTo>
                            <a:cubicBezTo>
                              <a:pt x="561" y="3284"/>
                              <a:pt x="764" y="3106"/>
                              <a:pt x="785" y="3088"/>
                            </a:cubicBezTo>
                            <a:cubicBezTo>
                              <a:pt x="807" y="3068"/>
                              <a:pt x="1043" y="2849"/>
                              <a:pt x="1260" y="2646"/>
                            </a:cubicBezTo>
                            <a:close/>
                            <a:moveTo>
                              <a:pt x="487" y="2273"/>
                            </a:moveTo>
                            <a:cubicBezTo>
                              <a:pt x="535" y="2237"/>
                              <a:pt x="1101" y="1751"/>
                              <a:pt x="1387" y="1504"/>
                            </a:cubicBezTo>
                            <a:cubicBezTo>
                              <a:pt x="1329" y="1433"/>
                              <a:pt x="1274" y="1338"/>
                              <a:pt x="1245" y="1216"/>
                            </a:cubicBezTo>
                            <a:cubicBezTo>
                              <a:pt x="770" y="1612"/>
                              <a:pt x="15" y="2234"/>
                              <a:pt x="5" y="2242"/>
                            </a:cubicBezTo>
                            <a:cubicBezTo>
                              <a:pt x="247" y="2450"/>
                              <a:pt x="465" y="2289"/>
                              <a:pt x="487" y="2273"/>
                            </a:cubicBezTo>
                            <a:close/>
                            <a:moveTo>
                              <a:pt x="614" y="2701"/>
                            </a:moveTo>
                            <a:cubicBezTo>
                              <a:pt x="634" y="2684"/>
                              <a:pt x="1137" y="2224"/>
                              <a:pt x="1435" y="1952"/>
                            </a:cubicBezTo>
                            <a:cubicBezTo>
                              <a:pt x="1463" y="1850"/>
                              <a:pt x="1493" y="1744"/>
                              <a:pt x="1525" y="1636"/>
                            </a:cubicBezTo>
                            <a:cubicBezTo>
                              <a:pt x="1497" y="1615"/>
                              <a:pt x="1460" y="1585"/>
                              <a:pt x="1421" y="1543"/>
                            </a:cubicBezTo>
                            <a:cubicBezTo>
                              <a:pt x="955" y="1958"/>
                              <a:pt x="131" y="2693"/>
                              <a:pt x="122" y="2702"/>
                            </a:cubicBezTo>
                            <a:cubicBezTo>
                              <a:pt x="377" y="2913"/>
                              <a:pt x="599" y="2714"/>
                              <a:pt x="614" y="2701"/>
                            </a:cubicBezTo>
                            <a:close/>
                            <a:moveTo>
                              <a:pt x="3023" y="1626"/>
                            </a:moveTo>
                            <a:cubicBezTo>
                              <a:pt x="3051" y="1735"/>
                              <a:pt x="3079" y="1846"/>
                              <a:pt x="3107" y="1958"/>
                            </a:cubicBezTo>
                            <a:cubicBezTo>
                              <a:pt x="3406" y="2231"/>
                              <a:pt x="3902" y="2684"/>
                              <a:pt x="3922" y="2701"/>
                            </a:cubicBezTo>
                            <a:cubicBezTo>
                              <a:pt x="3937" y="2714"/>
                              <a:pt x="4158" y="2913"/>
                              <a:pt x="4414" y="2702"/>
                            </a:cubicBezTo>
                            <a:cubicBezTo>
                              <a:pt x="4404" y="2693"/>
                              <a:pt x="3580" y="1958"/>
                              <a:pt x="3114" y="1543"/>
                            </a:cubicBezTo>
                            <a:cubicBezTo>
                              <a:pt x="3081" y="1579"/>
                              <a:pt x="3049" y="1606"/>
                              <a:pt x="3023" y="1626"/>
                            </a:cubicBezTo>
                            <a:close/>
                            <a:moveTo>
                              <a:pt x="3415" y="3310"/>
                            </a:moveTo>
                            <a:cubicBezTo>
                              <a:pt x="3466" y="3359"/>
                              <a:pt x="3508" y="3400"/>
                              <a:pt x="3513" y="3404"/>
                            </a:cubicBezTo>
                            <a:cubicBezTo>
                              <a:pt x="3522" y="3413"/>
                              <a:pt x="3733" y="3622"/>
                              <a:pt x="3986" y="3428"/>
                            </a:cubicBezTo>
                            <a:cubicBezTo>
                              <a:pt x="3980" y="3423"/>
                              <a:pt x="3616" y="3062"/>
                              <a:pt x="3300" y="2753"/>
                            </a:cubicBezTo>
                            <a:cubicBezTo>
                              <a:pt x="3341" y="2936"/>
                              <a:pt x="3379" y="3122"/>
                              <a:pt x="3415" y="3310"/>
                            </a:cubicBezTo>
                            <a:close/>
                            <a:moveTo>
                              <a:pt x="3311" y="1005"/>
                            </a:moveTo>
                            <a:cubicBezTo>
                              <a:pt x="3311" y="1005"/>
                              <a:pt x="3310" y="1053"/>
                              <a:pt x="3310" y="1055"/>
                            </a:cubicBezTo>
                            <a:cubicBezTo>
                              <a:pt x="3309" y="1086"/>
                              <a:pt x="3307" y="1116"/>
                              <a:pt x="3303" y="1144"/>
                            </a:cubicBezTo>
                            <a:cubicBezTo>
                              <a:pt x="3561" y="1351"/>
                              <a:pt x="4018" y="1719"/>
                              <a:pt x="4043" y="1737"/>
                            </a:cubicBezTo>
                            <a:cubicBezTo>
                              <a:pt x="4057" y="1748"/>
                              <a:pt x="4289" y="1927"/>
                              <a:pt x="4535" y="1708"/>
                            </a:cubicBezTo>
                            <a:cubicBezTo>
                              <a:pt x="4526" y="1701"/>
                              <a:pt x="3790" y="1116"/>
                              <a:pt x="3311" y="734"/>
                            </a:cubicBezTo>
                            <a:cubicBezTo>
                              <a:pt x="3311" y="855"/>
                              <a:pt x="3311" y="1005"/>
                              <a:pt x="3311" y="1005"/>
                            </a:cubicBezTo>
                            <a:close/>
                            <a:moveTo>
                              <a:pt x="3310" y="1057"/>
                            </a:moveTo>
                            <a:cubicBezTo>
                              <a:pt x="3310" y="1055"/>
                              <a:pt x="3310" y="1055"/>
                              <a:pt x="3310" y="1055"/>
                            </a:cubicBezTo>
                            <a:cubicBezTo>
                              <a:pt x="3310" y="1055"/>
                              <a:pt x="3310" y="1057"/>
                              <a:pt x="3310" y="1057"/>
                            </a:cubicBezTo>
                            <a:close/>
                            <a:moveTo>
                              <a:pt x="3643" y="3640"/>
                            </a:moveTo>
                            <a:cubicBezTo>
                              <a:pt x="3612" y="3626"/>
                              <a:pt x="3390" y="3511"/>
                              <a:pt x="3390" y="3511"/>
                            </a:cubicBezTo>
                            <a:cubicBezTo>
                              <a:pt x="3299" y="2995"/>
                              <a:pt x="3197" y="2563"/>
                              <a:pt x="3113" y="2242"/>
                            </a:cubicBezTo>
                            <a:cubicBezTo>
                              <a:pt x="3065" y="2041"/>
                              <a:pt x="3012" y="1825"/>
                              <a:pt x="2954" y="1601"/>
                            </a:cubicBezTo>
                            <a:cubicBezTo>
                              <a:pt x="3028" y="1552"/>
                              <a:pt x="3244" y="1382"/>
                              <a:pt x="3249" y="1054"/>
                            </a:cubicBezTo>
                            <a:cubicBezTo>
                              <a:pt x="3249" y="1054"/>
                              <a:pt x="3250" y="1027"/>
                              <a:pt x="3250" y="1005"/>
                            </a:cubicBezTo>
                            <a:cubicBezTo>
                              <a:pt x="3250" y="971"/>
                              <a:pt x="3250" y="582"/>
                              <a:pt x="3250" y="582"/>
                            </a:cubicBezTo>
                            <a:cubicBezTo>
                              <a:pt x="4493" y="1547"/>
                              <a:pt x="4493" y="1547"/>
                              <a:pt x="4493" y="1547"/>
                            </a:cubicBezTo>
                            <a:cubicBezTo>
                              <a:pt x="4469" y="1435"/>
                              <a:pt x="4321" y="944"/>
                              <a:pt x="3816" y="465"/>
                            </a:cubicBezTo>
                            <a:cubicBezTo>
                              <a:pt x="3816" y="465"/>
                              <a:pt x="3393" y="62"/>
                              <a:pt x="3128" y="62"/>
                            </a:cubicBezTo>
                            <a:cubicBezTo>
                              <a:pt x="3084" y="62"/>
                              <a:pt x="2884" y="77"/>
                              <a:pt x="2884" y="357"/>
                            </a:cubicBezTo>
                            <a:cubicBezTo>
                              <a:pt x="2884" y="862"/>
                              <a:pt x="2884" y="862"/>
                              <a:pt x="2884" y="862"/>
                            </a:cubicBezTo>
                            <a:cubicBezTo>
                              <a:pt x="2884" y="862"/>
                              <a:pt x="2886" y="967"/>
                              <a:pt x="2803" y="967"/>
                            </a:cubicBezTo>
                            <a:cubicBezTo>
                              <a:pt x="2782" y="967"/>
                              <a:pt x="2782" y="967"/>
                              <a:pt x="2782" y="967"/>
                            </a:cubicBezTo>
                            <a:cubicBezTo>
                              <a:pt x="2733" y="794"/>
                              <a:pt x="2682" y="620"/>
                              <a:pt x="2628" y="449"/>
                            </a:cubicBezTo>
                            <a:cubicBezTo>
                              <a:pt x="2621" y="426"/>
                              <a:pt x="2614" y="404"/>
                              <a:pt x="2607" y="381"/>
                            </a:cubicBezTo>
                            <a:cubicBezTo>
                              <a:pt x="2536" y="150"/>
                              <a:pt x="2429" y="80"/>
                              <a:pt x="2355" y="44"/>
                            </a:cubicBezTo>
                            <a:cubicBezTo>
                              <a:pt x="2304" y="19"/>
                              <a:pt x="2227" y="0"/>
                              <a:pt x="2122" y="1"/>
                            </a:cubicBezTo>
                            <a:cubicBezTo>
                              <a:pt x="1847" y="6"/>
                              <a:pt x="1793" y="112"/>
                              <a:pt x="1790" y="150"/>
                            </a:cubicBezTo>
                            <a:cubicBezTo>
                              <a:pt x="1783" y="217"/>
                              <a:pt x="1802" y="294"/>
                              <a:pt x="1809" y="323"/>
                            </a:cubicBezTo>
                            <a:cubicBezTo>
                              <a:pt x="1809" y="323"/>
                              <a:pt x="1883" y="228"/>
                              <a:pt x="1988" y="323"/>
                            </a:cubicBezTo>
                            <a:cubicBezTo>
                              <a:pt x="2001" y="336"/>
                              <a:pt x="2010" y="353"/>
                              <a:pt x="2009" y="374"/>
                            </a:cubicBezTo>
                            <a:cubicBezTo>
                              <a:pt x="2008" y="382"/>
                              <a:pt x="2006" y="393"/>
                              <a:pt x="2003" y="400"/>
                            </a:cubicBezTo>
                            <a:cubicBezTo>
                              <a:pt x="1930" y="593"/>
                              <a:pt x="1863" y="782"/>
                              <a:pt x="1800" y="967"/>
                            </a:cubicBezTo>
                            <a:cubicBezTo>
                              <a:pt x="1733" y="967"/>
                              <a:pt x="1733" y="967"/>
                              <a:pt x="1733" y="967"/>
                            </a:cubicBezTo>
                            <a:cubicBezTo>
                              <a:pt x="1650" y="967"/>
                              <a:pt x="1651" y="862"/>
                              <a:pt x="1651" y="862"/>
                            </a:cubicBezTo>
                            <a:cubicBezTo>
                              <a:pt x="1651" y="357"/>
                              <a:pt x="1651" y="357"/>
                              <a:pt x="1651" y="357"/>
                            </a:cubicBezTo>
                            <a:cubicBezTo>
                              <a:pt x="1651" y="77"/>
                              <a:pt x="1452" y="62"/>
                              <a:pt x="1407" y="62"/>
                            </a:cubicBezTo>
                            <a:cubicBezTo>
                              <a:pt x="1142" y="62"/>
                              <a:pt x="719" y="465"/>
                              <a:pt x="719" y="465"/>
                            </a:cubicBezTo>
                            <a:cubicBezTo>
                              <a:pt x="215" y="944"/>
                              <a:pt x="67" y="1435"/>
                              <a:pt x="43" y="1547"/>
                            </a:cubicBezTo>
                            <a:cubicBezTo>
                              <a:pt x="1285" y="582"/>
                              <a:pt x="1285" y="582"/>
                              <a:pt x="1285" y="582"/>
                            </a:cubicBezTo>
                            <a:cubicBezTo>
                              <a:pt x="1285" y="582"/>
                              <a:pt x="1285" y="971"/>
                              <a:pt x="1285" y="1005"/>
                            </a:cubicBezTo>
                            <a:cubicBezTo>
                              <a:pt x="1285" y="1027"/>
                              <a:pt x="1286" y="1054"/>
                              <a:pt x="1286" y="1054"/>
                            </a:cubicBezTo>
                            <a:cubicBezTo>
                              <a:pt x="1292" y="1409"/>
                              <a:pt x="1543" y="1578"/>
                              <a:pt x="1596" y="1610"/>
                            </a:cubicBezTo>
                            <a:cubicBezTo>
                              <a:pt x="1270" y="2710"/>
                              <a:pt x="1146" y="3511"/>
                              <a:pt x="1146" y="3511"/>
                            </a:cubicBezTo>
                            <a:cubicBezTo>
                              <a:pt x="1146" y="3511"/>
                              <a:pt x="924" y="3626"/>
                              <a:pt x="893" y="3640"/>
                            </a:cubicBezTo>
                            <a:cubicBezTo>
                              <a:pt x="891" y="3641"/>
                              <a:pt x="824" y="3670"/>
                              <a:pt x="856" y="3740"/>
                            </a:cubicBezTo>
                            <a:cubicBezTo>
                              <a:pt x="856" y="3740"/>
                              <a:pt x="870" y="3774"/>
                              <a:pt x="904" y="3781"/>
                            </a:cubicBezTo>
                            <a:cubicBezTo>
                              <a:pt x="904" y="3781"/>
                              <a:pt x="873" y="3734"/>
                              <a:pt x="909" y="3717"/>
                            </a:cubicBezTo>
                            <a:cubicBezTo>
                              <a:pt x="1105" y="3634"/>
                              <a:pt x="1105" y="3634"/>
                              <a:pt x="1105" y="3634"/>
                            </a:cubicBezTo>
                            <a:cubicBezTo>
                              <a:pt x="1105" y="3634"/>
                              <a:pt x="1012" y="3755"/>
                              <a:pt x="990" y="3782"/>
                            </a:cubicBezTo>
                            <a:cubicBezTo>
                              <a:pt x="988" y="3783"/>
                              <a:pt x="941" y="3839"/>
                              <a:pt x="1000" y="3888"/>
                            </a:cubicBezTo>
                            <a:cubicBezTo>
                              <a:pt x="1000" y="3888"/>
                              <a:pt x="1027" y="3913"/>
                              <a:pt x="1061" y="3903"/>
                            </a:cubicBezTo>
                            <a:cubicBezTo>
                              <a:pt x="1061" y="3903"/>
                              <a:pt x="1012" y="3875"/>
                              <a:pt x="1038" y="3843"/>
                            </a:cubicBezTo>
                            <a:cubicBezTo>
                              <a:pt x="1193" y="3675"/>
                              <a:pt x="1193" y="3675"/>
                              <a:pt x="1193" y="3675"/>
                            </a:cubicBezTo>
                            <a:cubicBezTo>
                              <a:pt x="1193" y="3675"/>
                              <a:pt x="1148" y="3810"/>
                              <a:pt x="1135" y="3842"/>
                            </a:cubicBezTo>
                            <a:cubicBezTo>
                              <a:pt x="1134" y="3844"/>
                              <a:pt x="1105" y="3911"/>
                              <a:pt x="1176" y="3940"/>
                            </a:cubicBezTo>
                            <a:cubicBezTo>
                              <a:pt x="1176" y="3940"/>
                              <a:pt x="1209" y="3956"/>
                              <a:pt x="1239" y="3937"/>
                            </a:cubicBezTo>
                            <a:cubicBezTo>
                              <a:pt x="1239" y="3937"/>
                              <a:pt x="1184" y="3924"/>
                              <a:pt x="1199" y="3887"/>
                            </a:cubicBezTo>
                            <a:cubicBezTo>
                              <a:pt x="1242" y="3791"/>
                              <a:pt x="1242" y="3791"/>
                              <a:pt x="1242" y="3791"/>
                            </a:cubicBezTo>
                            <a:cubicBezTo>
                              <a:pt x="1242" y="3791"/>
                              <a:pt x="1281" y="3699"/>
                              <a:pt x="1334" y="3690"/>
                            </a:cubicBezTo>
                            <a:cubicBezTo>
                              <a:pt x="1363" y="3685"/>
                              <a:pt x="1363" y="3685"/>
                              <a:pt x="1363" y="3685"/>
                            </a:cubicBezTo>
                            <a:cubicBezTo>
                              <a:pt x="1478" y="3668"/>
                              <a:pt x="1525" y="3684"/>
                              <a:pt x="1525" y="3684"/>
                            </a:cubicBezTo>
                            <a:cubicBezTo>
                              <a:pt x="1570" y="3699"/>
                              <a:pt x="1539" y="3758"/>
                              <a:pt x="1539" y="3758"/>
                            </a:cubicBezTo>
                            <a:cubicBezTo>
                              <a:pt x="1578" y="3746"/>
                              <a:pt x="1589" y="3705"/>
                              <a:pt x="1589" y="3705"/>
                            </a:cubicBezTo>
                            <a:cubicBezTo>
                              <a:pt x="1614" y="3629"/>
                              <a:pt x="1537" y="3596"/>
                              <a:pt x="1535" y="3595"/>
                            </a:cubicBezTo>
                            <a:cubicBezTo>
                              <a:pt x="1498" y="3577"/>
                              <a:pt x="1471" y="3565"/>
                              <a:pt x="1471" y="3565"/>
                            </a:cubicBezTo>
                            <a:cubicBezTo>
                              <a:pt x="1471" y="3565"/>
                              <a:pt x="1924" y="3221"/>
                              <a:pt x="2268" y="2866"/>
                            </a:cubicBezTo>
                            <a:cubicBezTo>
                              <a:pt x="2612" y="3221"/>
                              <a:pt x="3065" y="3565"/>
                              <a:pt x="3065" y="3565"/>
                            </a:cubicBezTo>
                            <a:cubicBezTo>
                              <a:pt x="3065" y="3565"/>
                              <a:pt x="3038" y="3577"/>
                              <a:pt x="3001" y="3595"/>
                            </a:cubicBezTo>
                            <a:cubicBezTo>
                              <a:pt x="2998" y="3596"/>
                              <a:pt x="2922" y="3629"/>
                              <a:pt x="2946" y="3705"/>
                            </a:cubicBezTo>
                            <a:cubicBezTo>
                              <a:pt x="2946" y="3705"/>
                              <a:pt x="2958" y="3746"/>
                              <a:pt x="2997" y="3758"/>
                            </a:cubicBezTo>
                            <a:cubicBezTo>
                              <a:pt x="2997" y="3758"/>
                              <a:pt x="2966" y="3699"/>
                              <a:pt x="3010" y="3684"/>
                            </a:cubicBezTo>
                            <a:cubicBezTo>
                              <a:pt x="3010" y="3684"/>
                              <a:pt x="3057" y="3668"/>
                              <a:pt x="3173" y="3685"/>
                            </a:cubicBezTo>
                            <a:cubicBezTo>
                              <a:pt x="3202" y="3690"/>
                              <a:pt x="3202" y="3690"/>
                              <a:pt x="3202" y="3690"/>
                            </a:cubicBezTo>
                            <a:cubicBezTo>
                              <a:pt x="3255" y="3699"/>
                              <a:pt x="3293" y="3791"/>
                              <a:pt x="3293" y="3791"/>
                            </a:cubicBezTo>
                            <a:cubicBezTo>
                              <a:pt x="3336" y="3887"/>
                              <a:pt x="3336" y="3887"/>
                              <a:pt x="3336" y="3887"/>
                            </a:cubicBezTo>
                            <a:cubicBezTo>
                              <a:pt x="3352" y="3924"/>
                              <a:pt x="3296" y="3937"/>
                              <a:pt x="3296" y="3937"/>
                            </a:cubicBezTo>
                            <a:cubicBezTo>
                              <a:pt x="3326" y="3956"/>
                              <a:pt x="3359" y="3940"/>
                              <a:pt x="3359" y="3940"/>
                            </a:cubicBezTo>
                            <a:cubicBezTo>
                              <a:pt x="3431" y="3911"/>
                              <a:pt x="3401" y="3844"/>
                              <a:pt x="3400" y="3842"/>
                            </a:cubicBezTo>
                            <a:cubicBezTo>
                              <a:pt x="3387" y="3810"/>
                              <a:pt x="3343" y="3675"/>
                              <a:pt x="3343" y="3675"/>
                            </a:cubicBezTo>
                            <a:cubicBezTo>
                              <a:pt x="3497" y="3843"/>
                              <a:pt x="3497" y="3843"/>
                              <a:pt x="3497" y="3843"/>
                            </a:cubicBezTo>
                            <a:cubicBezTo>
                              <a:pt x="3523" y="3875"/>
                              <a:pt x="3474" y="3903"/>
                              <a:pt x="3474" y="3903"/>
                            </a:cubicBezTo>
                            <a:cubicBezTo>
                              <a:pt x="3508" y="3913"/>
                              <a:pt x="3535" y="3888"/>
                              <a:pt x="3535" y="3888"/>
                            </a:cubicBezTo>
                            <a:cubicBezTo>
                              <a:pt x="3595" y="3839"/>
                              <a:pt x="3547" y="3783"/>
                              <a:pt x="3546" y="3782"/>
                            </a:cubicBezTo>
                            <a:cubicBezTo>
                              <a:pt x="3524" y="3755"/>
                              <a:pt x="3431" y="3634"/>
                              <a:pt x="3431" y="3634"/>
                            </a:cubicBezTo>
                            <a:cubicBezTo>
                              <a:pt x="3626" y="3717"/>
                              <a:pt x="3626" y="3717"/>
                              <a:pt x="3626" y="3717"/>
                            </a:cubicBezTo>
                            <a:cubicBezTo>
                              <a:pt x="3663" y="3734"/>
                              <a:pt x="3631" y="3781"/>
                              <a:pt x="3631" y="3781"/>
                            </a:cubicBezTo>
                            <a:cubicBezTo>
                              <a:pt x="3666" y="3774"/>
                              <a:pt x="3679" y="3740"/>
                              <a:pt x="3679" y="3740"/>
                            </a:cubicBezTo>
                            <a:cubicBezTo>
                              <a:pt x="3712" y="3670"/>
                              <a:pt x="3645" y="3641"/>
                              <a:pt x="3643" y="3640"/>
                            </a:cubicBezTo>
                            <a:close/>
                            <a:moveTo>
                              <a:pt x="2214" y="1095"/>
                            </a:moveTo>
                            <a:cubicBezTo>
                              <a:pt x="2223" y="1115"/>
                              <a:pt x="2244" y="1129"/>
                              <a:pt x="2268" y="1129"/>
                            </a:cubicBezTo>
                            <a:cubicBezTo>
                              <a:pt x="2292" y="1129"/>
                              <a:pt x="2312" y="1115"/>
                              <a:pt x="2322" y="1095"/>
                            </a:cubicBezTo>
                            <a:cubicBezTo>
                              <a:pt x="2326" y="1106"/>
                              <a:pt x="2328" y="1117"/>
                              <a:pt x="2328" y="1129"/>
                            </a:cubicBezTo>
                            <a:cubicBezTo>
                              <a:pt x="2328" y="1172"/>
                              <a:pt x="2301" y="1207"/>
                              <a:pt x="2268" y="1207"/>
                            </a:cubicBezTo>
                            <a:cubicBezTo>
                              <a:pt x="2235" y="1207"/>
                              <a:pt x="2208" y="1172"/>
                              <a:pt x="2208" y="1129"/>
                            </a:cubicBezTo>
                            <a:cubicBezTo>
                              <a:pt x="2208" y="1117"/>
                              <a:pt x="2210" y="1106"/>
                              <a:pt x="2214" y="1095"/>
                            </a:cubicBezTo>
                            <a:close/>
                            <a:moveTo>
                              <a:pt x="1588" y="1129"/>
                            </a:moveTo>
                            <a:cubicBezTo>
                              <a:pt x="1588" y="1117"/>
                              <a:pt x="1590" y="1106"/>
                              <a:pt x="1594" y="1095"/>
                            </a:cubicBezTo>
                            <a:cubicBezTo>
                              <a:pt x="1603" y="1115"/>
                              <a:pt x="1624" y="1129"/>
                              <a:pt x="1648" y="1129"/>
                            </a:cubicBezTo>
                            <a:cubicBezTo>
                              <a:pt x="1672" y="1129"/>
                              <a:pt x="1692" y="1115"/>
                              <a:pt x="1702" y="1095"/>
                            </a:cubicBezTo>
                            <a:cubicBezTo>
                              <a:pt x="1706" y="1106"/>
                              <a:pt x="1708" y="1117"/>
                              <a:pt x="1708" y="1129"/>
                            </a:cubicBezTo>
                            <a:cubicBezTo>
                              <a:pt x="1708" y="1172"/>
                              <a:pt x="1681" y="1207"/>
                              <a:pt x="1648" y="1207"/>
                            </a:cubicBezTo>
                            <a:cubicBezTo>
                              <a:pt x="1615" y="1207"/>
                              <a:pt x="1588" y="1172"/>
                              <a:pt x="1588" y="1129"/>
                            </a:cubicBezTo>
                            <a:close/>
                            <a:moveTo>
                              <a:pt x="1594" y="2203"/>
                            </a:moveTo>
                            <a:cubicBezTo>
                              <a:pt x="1603" y="2223"/>
                              <a:pt x="1624" y="2237"/>
                              <a:pt x="1648" y="2237"/>
                            </a:cubicBezTo>
                            <a:cubicBezTo>
                              <a:pt x="1672" y="2237"/>
                              <a:pt x="1692" y="2223"/>
                              <a:pt x="1702" y="2203"/>
                            </a:cubicBezTo>
                            <a:cubicBezTo>
                              <a:pt x="1706" y="2213"/>
                              <a:pt x="1708" y="2225"/>
                              <a:pt x="1708" y="2237"/>
                            </a:cubicBezTo>
                            <a:cubicBezTo>
                              <a:pt x="1708" y="2280"/>
                              <a:pt x="1681" y="2315"/>
                              <a:pt x="1648" y="2315"/>
                            </a:cubicBezTo>
                            <a:cubicBezTo>
                              <a:pt x="1615" y="2315"/>
                              <a:pt x="1588" y="2280"/>
                              <a:pt x="1588" y="2237"/>
                            </a:cubicBezTo>
                            <a:cubicBezTo>
                              <a:pt x="1588" y="2225"/>
                              <a:pt x="1590" y="2213"/>
                              <a:pt x="1594" y="2203"/>
                            </a:cubicBezTo>
                            <a:close/>
                            <a:moveTo>
                              <a:pt x="1446" y="3145"/>
                            </a:moveTo>
                            <a:cubicBezTo>
                              <a:pt x="1413" y="3145"/>
                              <a:pt x="1386" y="3110"/>
                              <a:pt x="1386" y="3067"/>
                            </a:cubicBezTo>
                            <a:cubicBezTo>
                              <a:pt x="1386" y="3055"/>
                              <a:pt x="1388" y="3044"/>
                              <a:pt x="1392" y="3033"/>
                            </a:cubicBezTo>
                            <a:cubicBezTo>
                              <a:pt x="1402" y="3053"/>
                              <a:pt x="1422" y="3067"/>
                              <a:pt x="1446" y="3067"/>
                            </a:cubicBezTo>
                            <a:cubicBezTo>
                              <a:pt x="1470" y="3067"/>
                              <a:pt x="1490" y="3053"/>
                              <a:pt x="1500" y="3033"/>
                            </a:cubicBezTo>
                            <a:cubicBezTo>
                              <a:pt x="1504" y="3044"/>
                              <a:pt x="1506" y="3055"/>
                              <a:pt x="1506" y="3067"/>
                            </a:cubicBezTo>
                            <a:cubicBezTo>
                              <a:pt x="1506" y="3110"/>
                              <a:pt x="1479" y="3145"/>
                              <a:pt x="1446" y="3145"/>
                            </a:cubicBezTo>
                            <a:close/>
                            <a:moveTo>
                              <a:pt x="1648" y="2869"/>
                            </a:moveTo>
                            <a:cubicBezTo>
                              <a:pt x="1615" y="2869"/>
                              <a:pt x="1588" y="2834"/>
                              <a:pt x="1588" y="2791"/>
                            </a:cubicBezTo>
                            <a:cubicBezTo>
                              <a:pt x="1588" y="2779"/>
                              <a:pt x="1590" y="2767"/>
                              <a:pt x="1594" y="2757"/>
                            </a:cubicBezTo>
                            <a:cubicBezTo>
                              <a:pt x="1603" y="2777"/>
                              <a:pt x="1624" y="2791"/>
                              <a:pt x="1648" y="2791"/>
                            </a:cubicBezTo>
                            <a:cubicBezTo>
                              <a:pt x="1672" y="2791"/>
                              <a:pt x="1692" y="2777"/>
                              <a:pt x="1702" y="2757"/>
                            </a:cubicBezTo>
                            <a:cubicBezTo>
                              <a:pt x="1706" y="2767"/>
                              <a:pt x="1708" y="2779"/>
                              <a:pt x="1708" y="2791"/>
                            </a:cubicBezTo>
                            <a:cubicBezTo>
                              <a:pt x="1708" y="2834"/>
                              <a:pt x="1681" y="2869"/>
                              <a:pt x="1648" y="2869"/>
                            </a:cubicBezTo>
                            <a:close/>
                            <a:moveTo>
                              <a:pt x="1756" y="3145"/>
                            </a:moveTo>
                            <a:cubicBezTo>
                              <a:pt x="1723" y="3145"/>
                              <a:pt x="1696" y="3110"/>
                              <a:pt x="1696" y="3067"/>
                            </a:cubicBezTo>
                            <a:cubicBezTo>
                              <a:pt x="1696" y="3055"/>
                              <a:pt x="1698" y="3044"/>
                              <a:pt x="1702" y="3033"/>
                            </a:cubicBezTo>
                            <a:cubicBezTo>
                              <a:pt x="1711" y="3053"/>
                              <a:pt x="1732" y="3067"/>
                              <a:pt x="1756" y="3067"/>
                            </a:cubicBezTo>
                            <a:cubicBezTo>
                              <a:pt x="1780" y="3067"/>
                              <a:pt x="1800" y="3053"/>
                              <a:pt x="1810" y="3033"/>
                            </a:cubicBezTo>
                            <a:cubicBezTo>
                              <a:pt x="1814" y="3044"/>
                              <a:pt x="1816" y="3055"/>
                              <a:pt x="1816" y="3067"/>
                            </a:cubicBezTo>
                            <a:cubicBezTo>
                              <a:pt x="1816" y="3110"/>
                              <a:pt x="1789" y="3145"/>
                              <a:pt x="1756" y="3145"/>
                            </a:cubicBezTo>
                            <a:close/>
                            <a:moveTo>
                              <a:pt x="1803" y="2592"/>
                            </a:moveTo>
                            <a:cubicBezTo>
                              <a:pt x="1769" y="2592"/>
                              <a:pt x="1743" y="2557"/>
                              <a:pt x="1743" y="2514"/>
                            </a:cubicBezTo>
                            <a:cubicBezTo>
                              <a:pt x="1743" y="2502"/>
                              <a:pt x="1745" y="2490"/>
                              <a:pt x="1749" y="2480"/>
                            </a:cubicBezTo>
                            <a:cubicBezTo>
                              <a:pt x="1758" y="2500"/>
                              <a:pt x="1779" y="2514"/>
                              <a:pt x="1803" y="2514"/>
                            </a:cubicBezTo>
                            <a:cubicBezTo>
                              <a:pt x="1826" y="2514"/>
                              <a:pt x="1847" y="2500"/>
                              <a:pt x="1857" y="2480"/>
                            </a:cubicBezTo>
                            <a:cubicBezTo>
                              <a:pt x="1861" y="2490"/>
                              <a:pt x="1863" y="2502"/>
                              <a:pt x="1863" y="2514"/>
                            </a:cubicBezTo>
                            <a:cubicBezTo>
                              <a:pt x="1863" y="2557"/>
                              <a:pt x="1836" y="2592"/>
                              <a:pt x="1803" y="2592"/>
                            </a:cubicBezTo>
                            <a:close/>
                            <a:moveTo>
                              <a:pt x="1803" y="2038"/>
                            </a:moveTo>
                            <a:cubicBezTo>
                              <a:pt x="1769" y="2038"/>
                              <a:pt x="1743" y="2003"/>
                              <a:pt x="1743" y="1960"/>
                            </a:cubicBezTo>
                            <a:cubicBezTo>
                              <a:pt x="1743" y="1948"/>
                              <a:pt x="1745" y="1936"/>
                              <a:pt x="1749" y="1926"/>
                            </a:cubicBezTo>
                            <a:cubicBezTo>
                              <a:pt x="1758" y="1946"/>
                              <a:pt x="1779" y="1960"/>
                              <a:pt x="1803" y="1960"/>
                            </a:cubicBezTo>
                            <a:cubicBezTo>
                              <a:pt x="1826" y="1960"/>
                              <a:pt x="1847" y="1946"/>
                              <a:pt x="1857" y="1926"/>
                            </a:cubicBezTo>
                            <a:cubicBezTo>
                              <a:pt x="1861" y="1936"/>
                              <a:pt x="1863" y="1948"/>
                              <a:pt x="1863" y="1960"/>
                            </a:cubicBezTo>
                            <a:cubicBezTo>
                              <a:pt x="1863" y="2003"/>
                              <a:pt x="1836" y="2038"/>
                              <a:pt x="1803" y="2038"/>
                            </a:cubicBezTo>
                            <a:close/>
                            <a:moveTo>
                              <a:pt x="1803" y="1484"/>
                            </a:moveTo>
                            <a:cubicBezTo>
                              <a:pt x="1769" y="1484"/>
                              <a:pt x="1743" y="1449"/>
                              <a:pt x="1743" y="1406"/>
                            </a:cubicBezTo>
                            <a:cubicBezTo>
                              <a:pt x="1743" y="1394"/>
                              <a:pt x="1745" y="1382"/>
                              <a:pt x="1749" y="1372"/>
                            </a:cubicBezTo>
                            <a:cubicBezTo>
                              <a:pt x="1758" y="1392"/>
                              <a:pt x="1779" y="1406"/>
                              <a:pt x="1803" y="1406"/>
                            </a:cubicBezTo>
                            <a:cubicBezTo>
                              <a:pt x="1826" y="1406"/>
                              <a:pt x="1847" y="1392"/>
                              <a:pt x="1857" y="1372"/>
                            </a:cubicBezTo>
                            <a:cubicBezTo>
                              <a:pt x="1861" y="1382"/>
                              <a:pt x="1863" y="1394"/>
                              <a:pt x="1863" y="1406"/>
                            </a:cubicBezTo>
                            <a:cubicBezTo>
                              <a:pt x="1863" y="1449"/>
                              <a:pt x="1836" y="1484"/>
                              <a:pt x="1803" y="1484"/>
                            </a:cubicBezTo>
                            <a:close/>
                            <a:moveTo>
                              <a:pt x="1958" y="2869"/>
                            </a:moveTo>
                            <a:cubicBezTo>
                              <a:pt x="1925" y="2869"/>
                              <a:pt x="1898" y="2834"/>
                              <a:pt x="1898" y="2791"/>
                            </a:cubicBezTo>
                            <a:cubicBezTo>
                              <a:pt x="1898" y="2779"/>
                              <a:pt x="1900" y="2767"/>
                              <a:pt x="1904" y="2757"/>
                            </a:cubicBezTo>
                            <a:cubicBezTo>
                              <a:pt x="1913" y="2777"/>
                              <a:pt x="1934" y="2791"/>
                              <a:pt x="1958" y="2791"/>
                            </a:cubicBezTo>
                            <a:cubicBezTo>
                              <a:pt x="1981" y="2791"/>
                              <a:pt x="2002" y="2777"/>
                              <a:pt x="2012" y="2757"/>
                            </a:cubicBezTo>
                            <a:cubicBezTo>
                              <a:pt x="2016" y="2767"/>
                              <a:pt x="2018" y="2779"/>
                              <a:pt x="2018" y="2791"/>
                            </a:cubicBezTo>
                            <a:cubicBezTo>
                              <a:pt x="2018" y="2834"/>
                              <a:pt x="1991" y="2869"/>
                              <a:pt x="1958" y="2869"/>
                            </a:cubicBezTo>
                            <a:close/>
                            <a:moveTo>
                              <a:pt x="1958" y="2315"/>
                            </a:moveTo>
                            <a:cubicBezTo>
                              <a:pt x="1925" y="2315"/>
                              <a:pt x="1898" y="2280"/>
                              <a:pt x="1898" y="2237"/>
                            </a:cubicBezTo>
                            <a:cubicBezTo>
                              <a:pt x="1898" y="2225"/>
                              <a:pt x="1900" y="2213"/>
                              <a:pt x="1904" y="2203"/>
                            </a:cubicBezTo>
                            <a:cubicBezTo>
                              <a:pt x="1913" y="2223"/>
                              <a:pt x="1934" y="2237"/>
                              <a:pt x="1958" y="2237"/>
                            </a:cubicBezTo>
                            <a:cubicBezTo>
                              <a:pt x="1981" y="2237"/>
                              <a:pt x="2002" y="2223"/>
                              <a:pt x="2012" y="2203"/>
                            </a:cubicBezTo>
                            <a:cubicBezTo>
                              <a:pt x="2016" y="2213"/>
                              <a:pt x="2018" y="2225"/>
                              <a:pt x="2018" y="2237"/>
                            </a:cubicBezTo>
                            <a:cubicBezTo>
                              <a:pt x="2018" y="2280"/>
                              <a:pt x="1991" y="2315"/>
                              <a:pt x="1958" y="2315"/>
                            </a:cubicBezTo>
                            <a:close/>
                            <a:moveTo>
                              <a:pt x="1958" y="1761"/>
                            </a:moveTo>
                            <a:cubicBezTo>
                              <a:pt x="1925" y="1761"/>
                              <a:pt x="1898" y="1726"/>
                              <a:pt x="1898" y="1683"/>
                            </a:cubicBezTo>
                            <a:cubicBezTo>
                              <a:pt x="1898" y="1671"/>
                              <a:pt x="1900" y="1659"/>
                              <a:pt x="1904" y="1649"/>
                            </a:cubicBezTo>
                            <a:cubicBezTo>
                              <a:pt x="1913" y="1669"/>
                              <a:pt x="1934" y="1683"/>
                              <a:pt x="1958" y="1683"/>
                            </a:cubicBezTo>
                            <a:cubicBezTo>
                              <a:pt x="1981" y="1683"/>
                              <a:pt x="2002" y="1669"/>
                              <a:pt x="2012" y="1649"/>
                            </a:cubicBezTo>
                            <a:cubicBezTo>
                              <a:pt x="2016" y="1659"/>
                              <a:pt x="2018" y="1671"/>
                              <a:pt x="2018" y="1683"/>
                            </a:cubicBezTo>
                            <a:cubicBezTo>
                              <a:pt x="2018" y="1726"/>
                              <a:pt x="1991" y="1761"/>
                              <a:pt x="1958" y="1761"/>
                            </a:cubicBezTo>
                            <a:close/>
                            <a:moveTo>
                              <a:pt x="1958" y="1207"/>
                            </a:moveTo>
                            <a:cubicBezTo>
                              <a:pt x="1925" y="1207"/>
                              <a:pt x="1898" y="1172"/>
                              <a:pt x="1898" y="1129"/>
                            </a:cubicBezTo>
                            <a:cubicBezTo>
                              <a:pt x="1898" y="1117"/>
                              <a:pt x="1900" y="1106"/>
                              <a:pt x="1904" y="1095"/>
                            </a:cubicBezTo>
                            <a:cubicBezTo>
                              <a:pt x="1913" y="1115"/>
                              <a:pt x="1934" y="1129"/>
                              <a:pt x="1958" y="1129"/>
                            </a:cubicBezTo>
                            <a:cubicBezTo>
                              <a:pt x="1981" y="1129"/>
                              <a:pt x="2002" y="1115"/>
                              <a:pt x="2012" y="1095"/>
                            </a:cubicBezTo>
                            <a:cubicBezTo>
                              <a:pt x="2016" y="1106"/>
                              <a:pt x="2018" y="1117"/>
                              <a:pt x="2018" y="1129"/>
                            </a:cubicBezTo>
                            <a:cubicBezTo>
                              <a:pt x="2018" y="1172"/>
                              <a:pt x="1991" y="1207"/>
                              <a:pt x="1958" y="1207"/>
                            </a:cubicBezTo>
                            <a:close/>
                            <a:moveTo>
                              <a:pt x="2032" y="104"/>
                            </a:moveTo>
                            <a:cubicBezTo>
                              <a:pt x="2032" y="70"/>
                              <a:pt x="2060" y="43"/>
                              <a:pt x="2094" y="43"/>
                            </a:cubicBezTo>
                            <a:cubicBezTo>
                              <a:pt x="2127" y="43"/>
                              <a:pt x="2155" y="70"/>
                              <a:pt x="2155" y="104"/>
                            </a:cubicBezTo>
                            <a:cubicBezTo>
                              <a:pt x="2155" y="138"/>
                              <a:pt x="2127" y="165"/>
                              <a:pt x="2094" y="165"/>
                            </a:cubicBezTo>
                            <a:cubicBezTo>
                              <a:pt x="2060" y="165"/>
                              <a:pt x="2032" y="138"/>
                              <a:pt x="2032" y="104"/>
                            </a:cubicBezTo>
                            <a:close/>
                            <a:moveTo>
                              <a:pt x="2113" y="2592"/>
                            </a:moveTo>
                            <a:cubicBezTo>
                              <a:pt x="2079" y="2592"/>
                              <a:pt x="2053" y="2557"/>
                              <a:pt x="2053" y="2514"/>
                            </a:cubicBezTo>
                            <a:cubicBezTo>
                              <a:pt x="2053" y="2502"/>
                              <a:pt x="2055" y="2490"/>
                              <a:pt x="2059" y="2480"/>
                            </a:cubicBezTo>
                            <a:cubicBezTo>
                              <a:pt x="2068" y="2500"/>
                              <a:pt x="2089" y="2514"/>
                              <a:pt x="2113" y="2514"/>
                            </a:cubicBezTo>
                            <a:cubicBezTo>
                              <a:pt x="2136" y="2514"/>
                              <a:pt x="2157" y="2500"/>
                              <a:pt x="2167" y="2480"/>
                            </a:cubicBezTo>
                            <a:cubicBezTo>
                              <a:pt x="2171" y="2490"/>
                              <a:pt x="2173" y="2502"/>
                              <a:pt x="2173" y="2514"/>
                            </a:cubicBezTo>
                            <a:cubicBezTo>
                              <a:pt x="2173" y="2557"/>
                              <a:pt x="2146" y="2592"/>
                              <a:pt x="2113" y="2592"/>
                            </a:cubicBezTo>
                            <a:close/>
                            <a:moveTo>
                              <a:pt x="2113" y="2038"/>
                            </a:moveTo>
                            <a:cubicBezTo>
                              <a:pt x="2079" y="2038"/>
                              <a:pt x="2053" y="2003"/>
                              <a:pt x="2053" y="1960"/>
                            </a:cubicBezTo>
                            <a:cubicBezTo>
                              <a:pt x="2053" y="1948"/>
                              <a:pt x="2055" y="1936"/>
                              <a:pt x="2059" y="1926"/>
                            </a:cubicBezTo>
                            <a:cubicBezTo>
                              <a:pt x="2068" y="1946"/>
                              <a:pt x="2089" y="1960"/>
                              <a:pt x="2113" y="1960"/>
                            </a:cubicBezTo>
                            <a:cubicBezTo>
                              <a:pt x="2136" y="1960"/>
                              <a:pt x="2157" y="1946"/>
                              <a:pt x="2167" y="1926"/>
                            </a:cubicBezTo>
                            <a:cubicBezTo>
                              <a:pt x="2171" y="1936"/>
                              <a:pt x="2173" y="1948"/>
                              <a:pt x="2173" y="1960"/>
                            </a:cubicBezTo>
                            <a:cubicBezTo>
                              <a:pt x="2173" y="2003"/>
                              <a:pt x="2146" y="2038"/>
                              <a:pt x="2113" y="2038"/>
                            </a:cubicBezTo>
                            <a:close/>
                            <a:moveTo>
                              <a:pt x="2113" y="1484"/>
                            </a:moveTo>
                            <a:cubicBezTo>
                              <a:pt x="2079" y="1484"/>
                              <a:pt x="2053" y="1449"/>
                              <a:pt x="2053" y="1406"/>
                            </a:cubicBezTo>
                            <a:cubicBezTo>
                              <a:pt x="2053" y="1394"/>
                              <a:pt x="2055" y="1382"/>
                              <a:pt x="2059" y="1372"/>
                            </a:cubicBezTo>
                            <a:cubicBezTo>
                              <a:pt x="2068" y="1392"/>
                              <a:pt x="2089" y="1406"/>
                              <a:pt x="2113" y="1406"/>
                            </a:cubicBezTo>
                            <a:cubicBezTo>
                              <a:pt x="2136" y="1406"/>
                              <a:pt x="2157" y="1392"/>
                              <a:pt x="2167" y="1372"/>
                            </a:cubicBezTo>
                            <a:cubicBezTo>
                              <a:pt x="2171" y="1382"/>
                              <a:pt x="2173" y="1394"/>
                              <a:pt x="2173" y="1406"/>
                            </a:cubicBezTo>
                            <a:cubicBezTo>
                              <a:pt x="2173" y="1449"/>
                              <a:pt x="2146" y="1484"/>
                              <a:pt x="2113" y="1484"/>
                            </a:cubicBezTo>
                            <a:close/>
                            <a:moveTo>
                              <a:pt x="2113" y="930"/>
                            </a:moveTo>
                            <a:cubicBezTo>
                              <a:pt x="2079" y="930"/>
                              <a:pt x="2053" y="896"/>
                              <a:pt x="2053" y="852"/>
                            </a:cubicBezTo>
                            <a:cubicBezTo>
                              <a:pt x="2053" y="840"/>
                              <a:pt x="2055" y="829"/>
                              <a:pt x="2059" y="818"/>
                            </a:cubicBezTo>
                            <a:cubicBezTo>
                              <a:pt x="2068" y="838"/>
                              <a:pt x="2089" y="852"/>
                              <a:pt x="2113" y="852"/>
                            </a:cubicBezTo>
                            <a:cubicBezTo>
                              <a:pt x="2136" y="852"/>
                              <a:pt x="2157" y="838"/>
                              <a:pt x="2167" y="818"/>
                            </a:cubicBezTo>
                            <a:cubicBezTo>
                              <a:pt x="2171" y="829"/>
                              <a:pt x="2173" y="840"/>
                              <a:pt x="2173" y="852"/>
                            </a:cubicBezTo>
                            <a:cubicBezTo>
                              <a:pt x="2173" y="896"/>
                              <a:pt x="2146" y="930"/>
                              <a:pt x="2113" y="930"/>
                            </a:cubicBezTo>
                            <a:close/>
                            <a:moveTo>
                              <a:pt x="2268" y="2315"/>
                            </a:moveTo>
                            <a:cubicBezTo>
                              <a:pt x="2235" y="2315"/>
                              <a:pt x="2208" y="2280"/>
                              <a:pt x="2208" y="2237"/>
                            </a:cubicBezTo>
                            <a:cubicBezTo>
                              <a:pt x="2208" y="2225"/>
                              <a:pt x="2210" y="2213"/>
                              <a:pt x="2214" y="2203"/>
                            </a:cubicBezTo>
                            <a:cubicBezTo>
                              <a:pt x="2223" y="2223"/>
                              <a:pt x="2244" y="2237"/>
                              <a:pt x="2268" y="2237"/>
                            </a:cubicBezTo>
                            <a:cubicBezTo>
                              <a:pt x="2292" y="2237"/>
                              <a:pt x="2312" y="2223"/>
                              <a:pt x="2322" y="2203"/>
                            </a:cubicBezTo>
                            <a:cubicBezTo>
                              <a:pt x="2326" y="2213"/>
                              <a:pt x="2328" y="2225"/>
                              <a:pt x="2328" y="2237"/>
                            </a:cubicBezTo>
                            <a:cubicBezTo>
                              <a:pt x="2328" y="2280"/>
                              <a:pt x="2301" y="2315"/>
                              <a:pt x="2268" y="2315"/>
                            </a:cubicBezTo>
                            <a:close/>
                            <a:moveTo>
                              <a:pt x="2268" y="1761"/>
                            </a:moveTo>
                            <a:cubicBezTo>
                              <a:pt x="2235" y="1761"/>
                              <a:pt x="2208" y="1726"/>
                              <a:pt x="2208" y="1683"/>
                            </a:cubicBezTo>
                            <a:cubicBezTo>
                              <a:pt x="2208" y="1671"/>
                              <a:pt x="2210" y="1659"/>
                              <a:pt x="2214" y="1649"/>
                            </a:cubicBezTo>
                            <a:cubicBezTo>
                              <a:pt x="2223" y="1669"/>
                              <a:pt x="2244" y="1683"/>
                              <a:pt x="2268" y="1683"/>
                            </a:cubicBezTo>
                            <a:cubicBezTo>
                              <a:pt x="2292" y="1683"/>
                              <a:pt x="2312" y="1669"/>
                              <a:pt x="2322" y="1649"/>
                            </a:cubicBezTo>
                            <a:cubicBezTo>
                              <a:pt x="2326" y="1659"/>
                              <a:pt x="2328" y="1671"/>
                              <a:pt x="2328" y="1683"/>
                            </a:cubicBezTo>
                            <a:cubicBezTo>
                              <a:pt x="2328" y="1726"/>
                              <a:pt x="2301" y="1761"/>
                              <a:pt x="2268" y="1761"/>
                            </a:cubicBezTo>
                            <a:close/>
                            <a:moveTo>
                              <a:pt x="2679" y="1372"/>
                            </a:moveTo>
                            <a:cubicBezTo>
                              <a:pt x="2688" y="1392"/>
                              <a:pt x="2709" y="1406"/>
                              <a:pt x="2733" y="1406"/>
                            </a:cubicBezTo>
                            <a:cubicBezTo>
                              <a:pt x="2757" y="1406"/>
                              <a:pt x="2777" y="1392"/>
                              <a:pt x="2787" y="1372"/>
                            </a:cubicBezTo>
                            <a:cubicBezTo>
                              <a:pt x="2791" y="1382"/>
                              <a:pt x="2793" y="1394"/>
                              <a:pt x="2793" y="1406"/>
                            </a:cubicBezTo>
                            <a:cubicBezTo>
                              <a:pt x="2793" y="1449"/>
                              <a:pt x="2766" y="1484"/>
                              <a:pt x="2733" y="1484"/>
                            </a:cubicBezTo>
                            <a:cubicBezTo>
                              <a:pt x="2700" y="1484"/>
                              <a:pt x="2673" y="1449"/>
                              <a:pt x="2673" y="1406"/>
                            </a:cubicBezTo>
                            <a:cubicBezTo>
                              <a:pt x="2673" y="1394"/>
                              <a:pt x="2675" y="1382"/>
                              <a:pt x="2679" y="1372"/>
                            </a:cubicBezTo>
                            <a:close/>
                            <a:moveTo>
                              <a:pt x="2679" y="1926"/>
                            </a:moveTo>
                            <a:cubicBezTo>
                              <a:pt x="2688" y="1946"/>
                              <a:pt x="2709" y="1960"/>
                              <a:pt x="2733" y="1960"/>
                            </a:cubicBezTo>
                            <a:cubicBezTo>
                              <a:pt x="2757" y="1960"/>
                              <a:pt x="2777" y="1946"/>
                              <a:pt x="2787" y="1926"/>
                            </a:cubicBezTo>
                            <a:cubicBezTo>
                              <a:pt x="2791" y="1936"/>
                              <a:pt x="2793" y="1948"/>
                              <a:pt x="2793" y="1960"/>
                            </a:cubicBezTo>
                            <a:cubicBezTo>
                              <a:pt x="2793" y="2003"/>
                              <a:pt x="2766" y="2038"/>
                              <a:pt x="2733" y="2038"/>
                            </a:cubicBezTo>
                            <a:cubicBezTo>
                              <a:pt x="2700" y="2038"/>
                              <a:pt x="2673" y="2003"/>
                              <a:pt x="2673" y="1960"/>
                            </a:cubicBezTo>
                            <a:cubicBezTo>
                              <a:pt x="2673" y="1948"/>
                              <a:pt x="2675" y="1936"/>
                              <a:pt x="2679" y="1926"/>
                            </a:cubicBezTo>
                            <a:close/>
                            <a:moveTo>
                              <a:pt x="2524" y="1095"/>
                            </a:moveTo>
                            <a:cubicBezTo>
                              <a:pt x="2533" y="1115"/>
                              <a:pt x="2554" y="1129"/>
                              <a:pt x="2578" y="1129"/>
                            </a:cubicBezTo>
                            <a:cubicBezTo>
                              <a:pt x="2602" y="1129"/>
                              <a:pt x="2622" y="1115"/>
                              <a:pt x="2632" y="1095"/>
                            </a:cubicBezTo>
                            <a:cubicBezTo>
                              <a:pt x="2636" y="1106"/>
                              <a:pt x="2638" y="1117"/>
                              <a:pt x="2638" y="1129"/>
                            </a:cubicBezTo>
                            <a:cubicBezTo>
                              <a:pt x="2638" y="1172"/>
                              <a:pt x="2611" y="1207"/>
                              <a:pt x="2578" y="1207"/>
                            </a:cubicBezTo>
                            <a:cubicBezTo>
                              <a:pt x="2545" y="1207"/>
                              <a:pt x="2518" y="1172"/>
                              <a:pt x="2518" y="1129"/>
                            </a:cubicBezTo>
                            <a:cubicBezTo>
                              <a:pt x="2518" y="1117"/>
                              <a:pt x="2520" y="1106"/>
                              <a:pt x="2524" y="1095"/>
                            </a:cubicBezTo>
                            <a:close/>
                            <a:moveTo>
                              <a:pt x="2423" y="2592"/>
                            </a:moveTo>
                            <a:cubicBezTo>
                              <a:pt x="2390" y="2592"/>
                              <a:pt x="2363" y="2557"/>
                              <a:pt x="2363" y="2514"/>
                            </a:cubicBezTo>
                            <a:cubicBezTo>
                              <a:pt x="2363" y="2502"/>
                              <a:pt x="2365" y="2490"/>
                              <a:pt x="2369" y="2480"/>
                            </a:cubicBezTo>
                            <a:cubicBezTo>
                              <a:pt x="2378" y="2500"/>
                              <a:pt x="2399" y="2514"/>
                              <a:pt x="2423" y="2514"/>
                            </a:cubicBezTo>
                            <a:cubicBezTo>
                              <a:pt x="2447" y="2514"/>
                              <a:pt x="2467" y="2500"/>
                              <a:pt x="2477" y="2480"/>
                            </a:cubicBezTo>
                            <a:cubicBezTo>
                              <a:pt x="2481" y="2490"/>
                              <a:pt x="2483" y="2502"/>
                              <a:pt x="2483" y="2514"/>
                            </a:cubicBezTo>
                            <a:cubicBezTo>
                              <a:pt x="2483" y="2557"/>
                              <a:pt x="2456" y="2592"/>
                              <a:pt x="2423" y="2592"/>
                            </a:cubicBezTo>
                            <a:close/>
                            <a:moveTo>
                              <a:pt x="2423" y="2038"/>
                            </a:moveTo>
                            <a:cubicBezTo>
                              <a:pt x="2390" y="2038"/>
                              <a:pt x="2363" y="2003"/>
                              <a:pt x="2363" y="1960"/>
                            </a:cubicBezTo>
                            <a:cubicBezTo>
                              <a:pt x="2363" y="1948"/>
                              <a:pt x="2365" y="1936"/>
                              <a:pt x="2369" y="1926"/>
                            </a:cubicBezTo>
                            <a:cubicBezTo>
                              <a:pt x="2378" y="1946"/>
                              <a:pt x="2399" y="1960"/>
                              <a:pt x="2423" y="1960"/>
                            </a:cubicBezTo>
                            <a:cubicBezTo>
                              <a:pt x="2447" y="1960"/>
                              <a:pt x="2467" y="1946"/>
                              <a:pt x="2477" y="1926"/>
                            </a:cubicBezTo>
                            <a:cubicBezTo>
                              <a:pt x="2481" y="1936"/>
                              <a:pt x="2483" y="1948"/>
                              <a:pt x="2483" y="1960"/>
                            </a:cubicBezTo>
                            <a:cubicBezTo>
                              <a:pt x="2483" y="2003"/>
                              <a:pt x="2456" y="2038"/>
                              <a:pt x="2423" y="2038"/>
                            </a:cubicBezTo>
                            <a:close/>
                            <a:moveTo>
                              <a:pt x="2423" y="1484"/>
                            </a:moveTo>
                            <a:cubicBezTo>
                              <a:pt x="2390" y="1484"/>
                              <a:pt x="2363" y="1449"/>
                              <a:pt x="2363" y="1406"/>
                            </a:cubicBezTo>
                            <a:cubicBezTo>
                              <a:pt x="2363" y="1394"/>
                              <a:pt x="2365" y="1382"/>
                              <a:pt x="2369" y="1372"/>
                            </a:cubicBezTo>
                            <a:cubicBezTo>
                              <a:pt x="2378" y="1392"/>
                              <a:pt x="2399" y="1406"/>
                              <a:pt x="2423" y="1406"/>
                            </a:cubicBezTo>
                            <a:cubicBezTo>
                              <a:pt x="2447" y="1406"/>
                              <a:pt x="2467" y="1392"/>
                              <a:pt x="2477" y="1372"/>
                            </a:cubicBezTo>
                            <a:cubicBezTo>
                              <a:pt x="2481" y="1382"/>
                              <a:pt x="2483" y="1394"/>
                              <a:pt x="2483" y="1406"/>
                            </a:cubicBezTo>
                            <a:cubicBezTo>
                              <a:pt x="2483" y="1449"/>
                              <a:pt x="2456" y="1484"/>
                              <a:pt x="2423" y="1484"/>
                            </a:cubicBezTo>
                            <a:close/>
                            <a:moveTo>
                              <a:pt x="2423" y="930"/>
                            </a:moveTo>
                            <a:cubicBezTo>
                              <a:pt x="2390" y="930"/>
                              <a:pt x="2363" y="896"/>
                              <a:pt x="2363" y="852"/>
                            </a:cubicBezTo>
                            <a:cubicBezTo>
                              <a:pt x="2363" y="840"/>
                              <a:pt x="2365" y="829"/>
                              <a:pt x="2369" y="818"/>
                            </a:cubicBezTo>
                            <a:cubicBezTo>
                              <a:pt x="2378" y="838"/>
                              <a:pt x="2399" y="852"/>
                              <a:pt x="2423" y="852"/>
                            </a:cubicBezTo>
                            <a:cubicBezTo>
                              <a:pt x="2447" y="852"/>
                              <a:pt x="2467" y="838"/>
                              <a:pt x="2477" y="818"/>
                            </a:cubicBezTo>
                            <a:cubicBezTo>
                              <a:pt x="2481" y="829"/>
                              <a:pt x="2483" y="840"/>
                              <a:pt x="2483" y="852"/>
                            </a:cubicBezTo>
                            <a:cubicBezTo>
                              <a:pt x="2483" y="896"/>
                              <a:pt x="2456" y="930"/>
                              <a:pt x="2423" y="930"/>
                            </a:cubicBezTo>
                            <a:close/>
                            <a:moveTo>
                              <a:pt x="2578" y="2869"/>
                            </a:moveTo>
                            <a:cubicBezTo>
                              <a:pt x="2544" y="2869"/>
                              <a:pt x="2518" y="2834"/>
                              <a:pt x="2518" y="2791"/>
                            </a:cubicBezTo>
                            <a:cubicBezTo>
                              <a:pt x="2518" y="2779"/>
                              <a:pt x="2520" y="2767"/>
                              <a:pt x="2524" y="2757"/>
                            </a:cubicBezTo>
                            <a:cubicBezTo>
                              <a:pt x="2533" y="2777"/>
                              <a:pt x="2554" y="2791"/>
                              <a:pt x="2578" y="2791"/>
                            </a:cubicBezTo>
                            <a:cubicBezTo>
                              <a:pt x="2601" y="2791"/>
                              <a:pt x="2622" y="2777"/>
                              <a:pt x="2632" y="2757"/>
                            </a:cubicBezTo>
                            <a:cubicBezTo>
                              <a:pt x="2636" y="2767"/>
                              <a:pt x="2638" y="2779"/>
                              <a:pt x="2638" y="2791"/>
                            </a:cubicBezTo>
                            <a:cubicBezTo>
                              <a:pt x="2638" y="2834"/>
                              <a:pt x="2611" y="2869"/>
                              <a:pt x="2578" y="2869"/>
                            </a:cubicBezTo>
                            <a:close/>
                            <a:moveTo>
                              <a:pt x="2578" y="2315"/>
                            </a:moveTo>
                            <a:cubicBezTo>
                              <a:pt x="2545" y="2315"/>
                              <a:pt x="2518" y="2280"/>
                              <a:pt x="2518" y="2237"/>
                            </a:cubicBezTo>
                            <a:cubicBezTo>
                              <a:pt x="2518" y="2225"/>
                              <a:pt x="2520" y="2213"/>
                              <a:pt x="2524" y="2203"/>
                            </a:cubicBezTo>
                            <a:cubicBezTo>
                              <a:pt x="2533" y="2223"/>
                              <a:pt x="2554" y="2237"/>
                              <a:pt x="2578" y="2237"/>
                            </a:cubicBezTo>
                            <a:cubicBezTo>
                              <a:pt x="2602" y="2237"/>
                              <a:pt x="2622" y="2223"/>
                              <a:pt x="2632" y="2203"/>
                            </a:cubicBezTo>
                            <a:cubicBezTo>
                              <a:pt x="2636" y="2213"/>
                              <a:pt x="2638" y="2225"/>
                              <a:pt x="2638" y="2237"/>
                            </a:cubicBezTo>
                            <a:cubicBezTo>
                              <a:pt x="2638" y="2280"/>
                              <a:pt x="2611" y="2315"/>
                              <a:pt x="2578" y="2315"/>
                            </a:cubicBezTo>
                            <a:close/>
                            <a:moveTo>
                              <a:pt x="2578" y="1761"/>
                            </a:moveTo>
                            <a:cubicBezTo>
                              <a:pt x="2545" y="1761"/>
                              <a:pt x="2518" y="1726"/>
                              <a:pt x="2518" y="1683"/>
                            </a:cubicBezTo>
                            <a:cubicBezTo>
                              <a:pt x="2518" y="1671"/>
                              <a:pt x="2520" y="1659"/>
                              <a:pt x="2524" y="1649"/>
                            </a:cubicBezTo>
                            <a:cubicBezTo>
                              <a:pt x="2534" y="1669"/>
                              <a:pt x="2554" y="1683"/>
                              <a:pt x="2578" y="1683"/>
                            </a:cubicBezTo>
                            <a:cubicBezTo>
                              <a:pt x="2602" y="1683"/>
                              <a:pt x="2622" y="1669"/>
                              <a:pt x="2632" y="1649"/>
                            </a:cubicBezTo>
                            <a:cubicBezTo>
                              <a:pt x="2636" y="1659"/>
                              <a:pt x="2638" y="1671"/>
                              <a:pt x="2638" y="1683"/>
                            </a:cubicBezTo>
                            <a:cubicBezTo>
                              <a:pt x="2638" y="1726"/>
                              <a:pt x="2611" y="1761"/>
                              <a:pt x="2578" y="1761"/>
                            </a:cubicBezTo>
                            <a:close/>
                            <a:moveTo>
                              <a:pt x="2673" y="2514"/>
                            </a:moveTo>
                            <a:cubicBezTo>
                              <a:pt x="2673" y="2502"/>
                              <a:pt x="2675" y="2490"/>
                              <a:pt x="2679" y="2480"/>
                            </a:cubicBezTo>
                            <a:cubicBezTo>
                              <a:pt x="2688" y="2500"/>
                              <a:pt x="2709" y="2514"/>
                              <a:pt x="2733" y="2514"/>
                            </a:cubicBezTo>
                            <a:cubicBezTo>
                              <a:pt x="2757" y="2514"/>
                              <a:pt x="2777" y="2500"/>
                              <a:pt x="2787" y="2480"/>
                            </a:cubicBezTo>
                            <a:cubicBezTo>
                              <a:pt x="2791" y="2490"/>
                              <a:pt x="2793" y="2502"/>
                              <a:pt x="2793" y="2514"/>
                            </a:cubicBezTo>
                            <a:cubicBezTo>
                              <a:pt x="2793" y="2557"/>
                              <a:pt x="2766" y="2592"/>
                              <a:pt x="2733" y="2592"/>
                            </a:cubicBezTo>
                            <a:cubicBezTo>
                              <a:pt x="2700" y="2592"/>
                              <a:pt x="2673" y="2557"/>
                              <a:pt x="2673" y="2514"/>
                            </a:cubicBezTo>
                            <a:close/>
                            <a:moveTo>
                              <a:pt x="2779" y="3146"/>
                            </a:moveTo>
                            <a:cubicBezTo>
                              <a:pt x="2746" y="3146"/>
                              <a:pt x="2720" y="3111"/>
                              <a:pt x="2720" y="3068"/>
                            </a:cubicBezTo>
                            <a:cubicBezTo>
                              <a:pt x="2720" y="3056"/>
                              <a:pt x="2722" y="3044"/>
                              <a:pt x="2726" y="3034"/>
                            </a:cubicBezTo>
                            <a:cubicBezTo>
                              <a:pt x="2735" y="3054"/>
                              <a:pt x="2756" y="3068"/>
                              <a:pt x="2779" y="3068"/>
                            </a:cubicBezTo>
                            <a:cubicBezTo>
                              <a:pt x="2803" y="3068"/>
                              <a:pt x="2824" y="3054"/>
                              <a:pt x="2834" y="3034"/>
                            </a:cubicBezTo>
                            <a:cubicBezTo>
                              <a:pt x="2838" y="3044"/>
                              <a:pt x="2840" y="3056"/>
                              <a:pt x="2840" y="3068"/>
                            </a:cubicBezTo>
                            <a:cubicBezTo>
                              <a:pt x="2840" y="3111"/>
                              <a:pt x="2813" y="3146"/>
                              <a:pt x="2779" y="3146"/>
                            </a:cubicBezTo>
                            <a:close/>
                            <a:moveTo>
                              <a:pt x="2888" y="2869"/>
                            </a:moveTo>
                            <a:cubicBezTo>
                              <a:pt x="2854" y="2869"/>
                              <a:pt x="2828" y="2834"/>
                              <a:pt x="2828" y="2791"/>
                            </a:cubicBezTo>
                            <a:cubicBezTo>
                              <a:pt x="2828" y="2779"/>
                              <a:pt x="2830" y="2767"/>
                              <a:pt x="2834" y="2757"/>
                            </a:cubicBezTo>
                            <a:cubicBezTo>
                              <a:pt x="2843" y="2777"/>
                              <a:pt x="2864" y="2791"/>
                              <a:pt x="2888" y="2791"/>
                            </a:cubicBezTo>
                            <a:cubicBezTo>
                              <a:pt x="2912" y="2791"/>
                              <a:pt x="2932" y="2777"/>
                              <a:pt x="2942" y="2757"/>
                            </a:cubicBezTo>
                            <a:cubicBezTo>
                              <a:pt x="2946" y="2767"/>
                              <a:pt x="2948" y="2779"/>
                              <a:pt x="2948" y="2791"/>
                            </a:cubicBezTo>
                            <a:cubicBezTo>
                              <a:pt x="2948" y="2834"/>
                              <a:pt x="2921" y="2869"/>
                              <a:pt x="2888" y="2869"/>
                            </a:cubicBezTo>
                            <a:close/>
                            <a:moveTo>
                              <a:pt x="2888" y="2315"/>
                            </a:moveTo>
                            <a:cubicBezTo>
                              <a:pt x="2855" y="2315"/>
                              <a:pt x="2828" y="2280"/>
                              <a:pt x="2828" y="2237"/>
                            </a:cubicBezTo>
                            <a:cubicBezTo>
                              <a:pt x="2828" y="2225"/>
                              <a:pt x="2830" y="2213"/>
                              <a:pt x="2834" y="2203"/>
                            </a:cubicBezTo>
                            <a:cubicBezTo>
                              <a:pt x="2844" y="2223"/>
                              <a:pt x="2864" y="2237"/>
                              <a:pt x="2888" y="2237"/>
                            </a:cubicBezTo>
                            <a:cubicBezTo>
                              <a:pt x="2912" y="2237"/>
                              <a:pt x="2932" y="2223"/>
                              <a:pt x="2942" y="2203"/>
                            </a:cubicBezTo>
                            <a:cubicBezTo>
                              <a:pt x="2946" y="2213"/>
                              <a:pt x="2948" y="2225"/>
                              <a:pt x="2948" y="2237"/>
                            </a:cubicBezTo>
                            <a:cubicBezTo>
                              <a:pt x="2948" y="2280"/>
                              <a:pt x="2921" y="2315"/>
                              <a:pt x="2888" y="2315"/>
                            </a:cubicBezTo>
                            <a:close/>
                            <a:moveTo>
                              <a:pt x="2888" y="1207"/>
                            </a:moveTo>
                            <a:cubicBezTo>
                              <a:pt x="2855" y="1207"/>
                              <a:pt x="2828" y="1172"/>
                              <a:pt x="2828" y="1129"/>
                            </a:cubicBezTo>
                            <a:cubicBezTo>
                              <a:pt x="2828" y="1117"/>
                              <a:pt x="2830" y="1106"/>
                              <a:pt x="2834" y="1095"/>
                            </a:cubicBezTo>
                            <a:cubicBezTo>
                              <a:pt x="2844" y="1115"/>
                              <a:pt x="2864" y="1129"/>
                              <a:pt x="2888" y="1129"/>
                            </a:cubicBezTo>
                            <a:cubicBezTo>
                              <a:pt x="2912" y="1129"/>
                              <a:pt x="2932" y="1115"/>
                              <a:pt x="2942" y="1095"/>
                            </a:cubicBezTo>
                            <a:cubicBezTo>
                              <a:pt x="2946" y="1106"/>
                              <a:pt x="2948" y="1117"/>
                              <a:pt x="2948" y="1129"/>
                            </a:cubicBezTo>
                            <a:cubicBezTo>
                              <a:pt x="2948" y="1172"/>
                              <a:pt x="2921" y="1207"/>
                              <a:pt x="2888" y="1207"/>
                            </a:cubicBezTo>
                            <a:close/>
                            <a:moveTo>
                              <a:pt x="3089" y="3146"/>
                            </a:moveTo>
                            <a:cubicBezTo>
                              <a:pt x="3056" y="3146"/>
                              <a:pt x="3030" y="3111"/>
                              <a:pt x="3030" y="3068"/>
                            </a:cubicBezTo>
                            <a:cubicBezTo>
                              <a:pt x="3030" y="3056"/>
                              <a:pt x="3032" y="3044"/>
                              <a:pt x="3035" y="3034"/>
                            </a:cubicBezTo>
                            <a:cubicBezTo>
                              <a:pt x="3045" y="3054"/>
                              <a:pt x="3066" y="3068"/>
                              <a:pt x="3089" y="3068"/>
                            </a:cubicBezTo>
                            <a:cubicBezTo>
                              <a:pt x="3113" y="3068"/>
                              <a:pt x="3134" y="3054"/>
                              <a:pt x="3144" y="3034"/>
                            </a:cubicBezTo>
                            <a:cubicBezTo>
                              <a:pt x="3147" y="3044"/>
                              <a:pt x="3150" y="3056"/>
                              <a:pt x="3150" y="3068"/>
                            </a:cubicBezTo>
                            <a:cubicBezTo>
                              <a:pt x="3150" y="3111"/>
                              <a:pt x="3123" y="3146"/>
                              <a:pt x="3089" y="3146"/>
                            </a:cubicBezTo>
                            <a:close/>
                            <a:moveTo>
                              <a:pt x="2594" y="3752"/>
                            </a:moveTo>
                            <a:cubicBezTo>
                              <a:pt x="2594" y="3818"/>
                              <a:pt x="2648" y="3871"/>
                              <a:pt x="2714" y="3871"/>
                            </a:cubicBezTo>
                            <a:cubicBezTo>
                              <a:pt x="2780" y="3871"/>
                              <a:pt x="2834" y="3818"/>
                              <a:pt x="2834" y="3752"/>
                            </a:cubicBezTo>
                            <a:cubicBezTo>
                              <a:pt x="2834" y="3459"/>
                              <a:pt x="2834" y="3459"/>
                              <a:pt x="2834" y="3459"/>
                            </a:cubicBezTo>
                            <a:cubicBezTo>
                              <a:pt x="2764" y="3402"/>
                              <a:pt x="2682" y="3333"/>
                              <a:pt x="2594" y="3257"/>
                            </a:cubicBezTo>
                            <a:lnTo>
                              <a:pt x="2594" y="3752"/>
                            </a:lnTo>
                            <a:close/>
                            <a:moveTo>
                              <a:pt x="3148" y="1504"/>
                            </a:moveTo>
                            <a:cubicBezTo>
                              <a:pt x="3434" y="1750"/>
                              <a:pt x="4000" y="2237"/>
                              <a:pt x="4048" y="2273"/>
                            </a:cubicBezTo>
                            <a:cubicBezTo>
                              <a:pt x="4071" y="2289"/>
                              <a:pt x="4289" y="2450"/>
                              <a:pt x="4530" y="2242"/>
                            </a:cubicBezTo>
                            <a:cubicBezTo>
                              <a:pt x="4521" y="2234"/>
                              <a:pt x="3765" y="1611"/>
                              <a:pt x="3290" y="1216"/>
                            </a:cubicBezTo>
                            <a:cubicBezTo>
                              <a:pt x="3262" y="1338"/>
                              <a:pt x="3206" y="1433"/>
                              <a:pt x="3148" y="1504"/>
                            </a:cubicBezTo>
                            <a:close/>
                            <a:moveTo>
                              <a:pt x="3172" y="2228"/>
                            </a:moveTo>
                            <a:cubicBezTo>
                              <a:pt x="3208" y="2364"/>
                              <a:pt x="3242" y="2504"/>
                              <a:pt x="3275" y="2645"/>
                            </a:cubicBezTo>
                            <a:cubicBezTo>
                              <a:pt x="3492" y="2849"/>
                              <a:pt x="3728" y="3068"/>
                              <a:pt x="3751" y="3088"/>
                            </a:cubicBezTo>
                            <a:cubicBezTo>
                              <a:pt x="3772" y="3106"/>
                              <a:pt x="3975" y="3284"/>
                              <a:pt x="4241" y="3106"/>
                            </a:cubicBezTo>
                            <a:cubicBezTo>
                              <a:pt x="4233" y="3098"/>
                              <a:pt x="3585" y="2496"/>
                              <a:pt x="3136" y="2077"/>
                            </a:cubicBezTo>
                            <a:cubicBezTo>
                              <a:pt x="3148" y="2127"/>
                              <a:pt x="3160" y="2177"/>
                              <a:pt x="3172" y="2228"/>
                            </a:cubicBezTo>
                            <a:close/>
                          </a:path>
                        </a:pathLst>
                      </a:custGeom>
                      <a:solidFill>
                        <a:srgbClr val="1b1c20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/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> PAGE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>
        <w:rFonts w:ascii="Courier New" w:hAnsi="Courier New" w:cs="Courier New"/>
      </w:rPr>
    </w:pPr>
    <w:r>
      <w:rPr>
        <w:rFonts w:cs="Courier New" w:ascii="Courier New" w:hAnsi="Courier New"/>
      </w:rPr>
      <mc:AlternateContent>
        <mc:Choice Requires="wps">
          <w:drawing>
            <wp:anchor behindDoc="1" distT="0" distB="0" distL="113665" distR="114300" simplePos="0" locked="0" layoutInCell="1" allowOverlap="1" relativeHeight="2" wp14:anchorId="015FB0C2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360680" cy="1270"/>
              <wp:effectExtent l="9525" t="8890" r="11430" b="10160"/>
              <wp:wrapNone/>
              <wp:docPr id="2" name="Line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720"/>
                      </a:xfrm>
                      <a:prstGeom prst="line">
                        <a:avLst/>
                      </a:prstGeom>
                      <a:ln w="324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297.7pt" to="28.3pt,297.7pt" ID="Line 7" stroked="t" style="position:absolute;mso-position-horizontal-relative:page;mso-position-vertical-relative:page" wp14:anchorId="015FB0C2">
              <v:stroke color="black" weight="3240" joinstyle="round" endcap="flat"/>
              <v:fill o:detectmouseclick="t" on="false"/>
            </v:line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1" allowOverlap="1" relativeHeight="3" wp14:anchorId="665BCC24">
              <wp:simplePos x="0" y="0"/>
              <wp:positionH relativeFrom="page">
                <wp:posOffset>3024505</wp:posOffset>
              </wp:positionH>
              <wp:positionV relativeFrom="page">
                <wp:posOffset>540385</wp:posOffset>
              </wp:positionV>
              <wp:extent cx="652780" cy="566420"/>
              <wp:effectExtent l="5080" t="6985" r="0" b="8255"/>
              <wp:wrapNone/>
              <wp:docPr id="3" name="Freeform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2320" cy="5659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6804" h="5935">
                            <a:moveTo>
                              <a:pt x="2998" y="5614"/>
                            </a:moveTo>
                            <a:cubicBezTo>
                              <a:pt x="2998" y="5714"/>
                              <a:pt x="3078" y="5794"/>
                              <a:pt x="3178" y="5794"/>
                            </a:cubicBezTo>
                            <a:cubicBezTo>
                              <a:pt x="3277" y="5794"/>
                              <a:pt x="3357" y="5714"/>
                              <a:pt x="3357" y="5614"/>
                            </a:cubicBezTo>
                            <a:cubicBezTo>
                              <a:pt x="3357" y="4474"/>
                              <a:pt x="3357" y="4474"/>
                              <a:pt x="3357" y="4474"/>
                            </a:cubicBezTo>
                            <a:cubicBezTo>
                              <a:pt x="3240" y="4590"/>
                              <a:pt x="3117" y="4704"/>
                              <a:pt x="2998" y="4810"/>
                            </a:cubicBezTo>
                            <a:lnTo>
                              <a:pt x="2998" y="5614"/>
                            </a:lnTo>
                            <a:close/>
                            <a:moveTo>
                              <a:pt x="0" y="2563"/>
                            </a:moveTo>
                            <a:cubicBezTo>
                              <a:pt x="370" y="2892"/>
                              <a:pt x="718" y="2623"/>
                              <a:pt x="740" y="2607"/>
                            </a:cubicBezTo>
                            <a:cubicBezTo>
                              <a:pt x="776" y="2579"/>
                              <a:pt x="1462" y="2028"/>
                              <a:pt x="1849" y="1717"/>
                            </a:cubicBezTo>
                            <a:cubicBezTo>
                              <a:pt x="1843" y="1675"/>
                              <a:pt x="1840" y="1630"/>
                              <a:pt x="1839" y="1584"/>
                            </a:cubicBezTo>
                            <a:cubicBezTo>
                              <a:pt x="1839" y="1581"/>
                              <a:pt x="1837" y="1509"/>
                              <a:pt x="1837" y="1509"/>
                            </a:cubicBezTo>
                            <a:cubicBezTo>
                              <a:pt x="1837" y="1509"/>
                              <a:pt x="1837" y="1283"/>
                              <a:pt x="1837" y="1102"/>
                            </a:cubicBezTo>
                            <a:cubicBezTo>
                              <a:pt x="1118" y="1675"/>
                              <a:pt x="14" y="2552"/>
                              <a:pt x="0" y="2563"/>
                            </a:cubicBezTo>
                            <a:close/>
                            <a:moveTo>
                              <a:pt x="731" y="3411"/>
                            </a:moveTo>
                            <a:cubicBezTo>
                              <a:pt x="803" y="3356"/>
                              <a:pt x="1652" y="2627"/>
                              <a:pt x="2081" y="2257"/>
                            </a:cubicBezTo>
                            <a:cubicBezTo>
                              <a:pt x="1994" y="2151"/>
                              <a:pt x="1911" y="2008"/>
                              <a:pt x="1868" y="1825"/>
                            </a:cubicBezTo>
                            <a:cubicBezTo>
                              <a:pt x="1156" y="2418"/>
                              <a:pt x="22" y="3352"/>
                              <a:pt x="8" y="3364"/>
                            </a:cubicBezTo>
                            <a:cubicBezTo>
                              <a:pt x="371" y="3676"/>
                              <a:pt x="698" y="3435"/>
                              <a:pt x="731" y="3411"/>
                            </a:cubicBezTo>
                            <a:close/>
                            <a:moveTo>
                              <a:pt x="3447" y="5614"/>
                            </a:moveTo>
                            <a:cubicBezTo>
                              <a:pt x="3447" y="5714"/>
                              <a:pt x="3527" y="5794"/>
                              <a:pt x="3626" y="5794"/>
                            </a:cubicBezTo>
                            <a:cubicBezTo>
                              <a:pt x="3726" y="5794"/>
                              <a:pt x="3806" y="5714"/>
                              <a:pt x="3806" y="5614"/>
                            </a:cubicBezTo>
                            <a:cubicBezTo>
                              <a:pt x="3806" y="4810"/>
                              <a:pt x="3806" y="4810"/>
                              <a:pt x="3806" y="4810"/>
                            </a:cubicBezTo>
                            <a:cubicBezTo>
                              <a:pt x="3687" y="4704"/>
                              <a:pt x="3564" y="4590"/>
                              <a:pt x="3447" y="4474"/>
                            </a:cubicBezTo>
                            <a:lnTo>
                              <a:pt x="3447" y="5614"/>
                            </a:lnTo>
                            <a:close/>
                            <a:moveTo>
                              <a:pt x="1679" y="4969"/>
                            </a:moveTo>
                            <a:cubicBezTo>
                              <a:pt x="1715" y="4775"/>
                              <a:pt x="1772" y="4489"/>
                              <a:pt x="1852" y="4133"/>
                            </a:cubicBezTo>
                            <a:cubicBezTo>
                              <a:pt x="1379" y="4596"/>
                              <a:pt x="833" y="5135"/>
                              <a:pt x="825" y="5143"/>
                            </a:cubicBezTo>
                            <a:cubicBezTo>
                              <a:pt x="1204" y="5434"/>
                              <a:pt x="1520" y="5121"/>
                              <a:pt x="1535" y="5107"/>
                            </a:cubicBezTo>
                            <a:cubicBezTo>
                              <a:pt x="1542" y="5101"/>
                              <a:pt x="1604" y="5041"/>
                              <a:pt x="1679" y="4969"/>
                            </a:cubicBezTo>
                            <a:close/>
                            <a:moveTo>
                              <a:pt x="921" y="4053"/>
                            </a:moveTo>
                            <a:cubicBezTo>
                              <a:pt x="951" y="4026"/>
                              <a:pt x="1706" y="3337"/>
                              <a:pt x="2154" y="2929"/>
                            </a:cubicBezTo>
                            <a:cubicBezTo>
                              <a:pt x="2196" y="2776"/>
                              <a:pt x="2241" y="2617"/>
                              <a:pt x="2288" y="2455"/>
                            </a:cubicBezTo>
                            <a:cubicBezTo>
                              <a:pt x="2246" y="2424"/>
                              <a:pt x="2190" y="2378"/>
                              <a:pt x="2132" y="2316"/>
                            </a:cubicBezTo>
                            <a:cubicBezTo>
                              <a:pt x="1434" y="2938"/>
                              <a:pt x="198" y="4041"/>
                              <a:pt x="183" y="4054"/>
                            </a:cubicBezTo>
                            <a:cubicBezTo>
                              <a:pt x="567" y="4371"/>
                              <a:pt x="899" y="4072"/>
                              <a:pt x="921" y="4053"/>
                            </a:cubicBezTo>
                            <a:close/>
                            <a:moveTo>
                              <a:pt x="1890" y="3970"/>
                            </a:moveTo>
                            <a:cubicBezTo>
                              <a:pt x="1950" y="3713"/>
                              <a:pt x="2021" y="3425"/>
                              <a:pt x="2104" y="3113"/>
                            </a:cubicBezTo>
                            <a:cubicBezTo>
                              <a:pt x="1429" y="3742"/>
                              <a:pt x="454" y="4648"/>
                              <a:pt x="442" y="4659"/>
                            </a:cubicBezTo>
                            <a:cubicBezTo>
                              <a:pt x="842" y="4927"/>
                              <a:pt x="1146" y="4660"/>
                              <a:pt x="1178" y="4633"/>
                            </a:cubicBezTo>
                            <a:cubicBezTo>
                              <a:pt x="1211" y="4604"/>
                              <a:pt x="1564" y="4275"/>
                              <a:pt x="1890" y="3970"/>
                            </a:cubicBezTo>
                            <a:close/>
                            <a:moveTo>
                              <a:pt x="2553" y="5628"/>
                            </a:moveTo>
                            <a:cubicBezTo>
                              <a:pt x="2553" y="5727"/>
                              <a:pt x="2634" y="5808"/>
                              <a:pt x="2732" y="5808"/>
                            </a:cubicBezTo>
                            <a:cubicBezTo>
                              <a:pt x="2832" y="5808"/>
                              <a:pt x="2912" y="5727"/>
                              <a:pt x="2912" y="5628"/>
                            </a:cubicBezTo>
                            <a:cubicBezTo>
                              <a:pt x="2912" y="4886"/>
                              <a:pt x="2912" y="4886"/>
                              <a:pt x="2912" y="4886"/>
                            </a:cubicBezTo>
                            <a:cubicBezTo>
                              <a:pt x="2781" y="5001"/>
                              <a:pt x="2657" y="5105"/>
                              <a:pt x="2553" y="5190"/>
                            </a:cubicBezTo>
                            <a:lnTo>
                              <a:pt x="2553" y="5628"/>
                            </a:lnTo>
                            <a:close/>
                            <a:moveTo>
                              <a:pt x="4758" y="3343"/>
                            </a:moveTo>
                            <a:cubicBezTo>
                              <a:pt x="4812" y="3548"/>
                              <a:pt x="4863" y="3756"/>
                              <a:pt x="4913" y="3968"/>
                            </a:cubicBezTo>
                            <a:cubicBezTo>
                              <a:pt x="5238" y="4274"/>
                              <a:pt x="5593" y="4603"/>
                              <a:pt x="5626" y="4633"/>
                            </a:cubicBezTo>
                            <a:cubicBezTo>
                              <a:pt x="5658" y="4660"/>
                              <a:pt x="5962" y="4927"/>
                              <a:pt x="6362" y="4659"/>
                            </a:cubicBezTo>
                            <a:cubicBezTo>
                              <a:pt x="6350" y="4648"/>
                              <a:pt x="5379" y="3745"/>
                              <a:pt x="4704" y="3117"/>
                            </a:cubicBezTo>
                            <a:cubicBezTo>
                              <a:pt x="4722" y="3192"/>
                              <a:pt x="4741" y="3267"/>
                              <a:pt x="4758" y="3343"/>
                            </a:cubicBezTo>
                            <a:close/>
                            <a:moveTo>
                              <a:pt x="4535" y="2440"/>
                            </a:moveTo>
                            <a:cubicBezTo>
                              <a:pt x="4577" y="2604"/>
                              <a:pt x="4619" y="2770"/>
                              <a:pt x="4661" y="2938"/>
                            </a:cubicBezTo>
                            <a:cubicBezTo>
                              <a:pt x="5110" y="3348"/>
                              <a:pt x="5853" y="4026"/>
                              <a:pt x="5883" y="4053"/>
                            </a:cubicBezTo>
                            <a:cubicBezTo>
                              <a:pt x="5905" y="4072"/>
                              <a:pt x="6237" y="4371"/>
                              <a:pt x="6621" y="4054"/>
                            </a:cubicBezTo>
                            <a:cubicBezTo>
                              <a:pt x="6606" y="4041"/>
                              <a:pt x="5370" y="2938"/>
                              <a:pt x="4672" y="2315"/>
                            </a:cubicBezTo>
                            <a:cubicBezTo>
                              <a:pt x="4622" y="2369"/>
                              <a:pt x="4574" y="2411"/>
                              <a:pt x="4535" y="2440"/>
                            </a:cubicBezTo>
                            <a:close/>
                            <a:moveTo>
                              <a:pt x="4723" y="2257"/>
                            </a:moveTo>
                            <a:cubicBezTo>
                              <a:pt x="5152" y="2627"/>
                              <a:pt x="6001" y="3356"/>
                              <a:pt x="6073" y="3411"/>
                            </a:cubicBezTo>
                            <a:cubicBezTo>
                              <a:pt x="6106" y="3435"/>
                              <a:pt x="6433" y="3676"/>
                              <a:pt x="6796" y="3364"/>
                            </a:cubicBezTo>
                            <a:cubicBezTo>
                              <a:pt x="6782" y="3352"/>
                              <a:pt x="5648" y="2418"/>
                              <a:pt x="4936" y="1825"/>
                            </a:cubicBezTo>
                            <a:cubicBezTo>
                              <a:pt x="4893" y="2008"/>
                              <a:pt x="4809" y="2151"/>
                              <a:pt x="4723" y="2257"/>
                            </a:cubicBezTo>
                            <a:close/>
                            <a:moveTo>
                              <a:pt x="4967" y="1509"/>
                            </a:moveTo>
                            <a:cubicBezTo>
                              <a:pt x="4967" y="1509"/>
                              <a:pt x="4965" y="1581"/>
                              <a:pt x="4965" y="1584"/>
                            </a:cubicBezTo>
                            <a:cubicBezTo>
                              <a:pt x="4964" y="1630"/>
                              <a:pt x="4961" y="1675"/>
                              <a:pt x="4955" y="1717"/>
                            </a:cubicBezTo>
                            <a:cubicBezTo>
                              <a:pt x="5341" y="2028"/>
                              <a:pt x="6028" y="2579"/>
                              <a:pt x="6064" y="2607"/>
                            </a:cubicBezTo>
                            <a:cubicBezTo>
                              <a:pt x="6086" y="2623"/>
                              <a:pt x="6434" y="2892"/>
                              <a:pt x="6804" y="2563"/>
                            </a:cubicBezTo>
                            <a:cubicBezTo>
                              <a:pt x="6790" y="2552"/>
                              <a:pt x="5685" y="1675"/>
                              <a:pt x="4967" y="1102"/>
                            </a:cubicBezTo>
                            <a:cubicBezTo>
                              <a:pt x="4967" y="1283"/>
                              <a:pt x="4967" y="1509"/>
                              <a:pt x="4967" y="1509"/>
                            </a:cubicBezTo>
                            <a:close/>
                            <a:moveTo>
                              <a:pt x="4965" y="1586"/>
                            </a:moveTo>
                            <a:cubicBezTo>
                              <a:pt x="4965" y="1584"/>
                              <a:pt x="4965" y="1584"/>
                              <a:pt x="4965" y="1584"/>
                            </a:cubicBezTo>
                            <a:cubicBezTo>
                              <a:pt x="4965" y="1584"/>
                              <a:pt x="4965" y="1586"/>
                              <a:pt x="4965" y="1586"/>
                            </a:cubicBezTo>
                            <a:close/>
                            <a:moveTo>
                              <a:pt x="5465" y="5461"/>
                            </a:moveTo>
                            <a:cubicBezTo>
                              <a:pt x="5418" y="5440"/>
                              <a:pt x="5085" y="5268"/>
                              <a:pt x="5085" y="5268"/>
                            </a:cubicBezTo>
                            <a:cubicBezTo>
                              <a:pt x="4949" y="4494"/>
                              <a:pt x="4797" y="3845"/>
                              <a:pt x="4670" y="3364"/>
                            </a:cubicBezTo>
                            <a:cubicBezTo>
                              <a:pt x="4598" y="3062"/>
                              <a:pt x="4519" y="2738"/>
                              <a:pt x="4432" y="2402"/>
                            </a:cubicBezTo>
                            <a:cubicBezTo>
                              <a:pt x="4542" y="2329"/>
                              <a:pt x="4866" y="2075"/>
                              <a:pt x="4874" y="1583"/>
                            </a:cubicBezTo>
                            <a:cubicBezTo>
                              <a:pt x="4874" y="1583"/>
                              <a:pt x="4876" y="1541"/>
                              <a:pt x="4876" y="1509"/>
                            </a:cubicBezTo>
                            <a:cubicBezTo>
                              <a:pt x="4876" y="1457"/>
                              <a:pt x="4876" y="875"/>
                              <a:pt x="4876" y="875"/>
                            </a:cubicBezTo>
                            <a:cubicBezTo>
                              <a:pt x="6740" y="2322"/>
                              <a:pt x="6740" y="2322"/>
                              <a:pt x="6740" y="2322"/>
                            </a:cubicBezTo>
                            <a:cubicBezTo>
                              <a:pt x="6703" y="2153"/>
                              <a:pt x="6481" y="1417"/>
                              <a:pt x="5725" y="698"/>
                            </a:cubicBezTo>
                            <a:cubicBezTo>
                              <a:pt x="5725" y="698"/>
                              <a:pt x="5090" y="94"/>
                              <a:pt x="4693" y="94"/>
                            </a:cubicBezTo>
                            <a:cubicBezTo>
                              <a:pt x="4626" y="94"/>
                              <a:pt x="4327" y="117"/>
                              <a:pt x="4327" y="537"/>
                            </a:cubicBezTo>
                            <a:cubicBezTo>
                              <a:pt x="4327" y="1295"/>
                              <a:pt x="4327" y="1295"/>
                              <a:pt x="4327" y="1295"/>
                            </a:cubicBezTo>
                            <a:cubicBezTo>
                              <a:pt x="4327" y="1295"/>
                              <a:pt x="4329" y="1451"/>
                              <a:pt x="4204" y="1451"/>
                            </a:cubicBezTo>
                            <a:cubicBezTo>
                              <a:pt x="4174" y="1451"/>
                              <a:pt x="4174" y="1451"/>
                              <a:pt x="4174" y="1451"/>
                            </a:cubicBezTo>
                            <a:cubicBezTo>
                              <a:pt x="4100" y="1192"/>
                              <a:pt x="4023" y="932"/>
                              <a:pt x="3943" y="674"/>
                            </a:cubicBezTo>
                            <a:cubicBezTo>
                              <a:pt x="3933" y="640"/>
                              <a:pt x="3922" y="607"/>
                              <a:pt x="3911" y="573"/>
                            </a:cubicBezTo>
                            <a:cubicBezTo>
                              <a:pt x="3804" y="227"/>
                              <a:pt x="3644" y="122"/>
                              <a:pt x="3533" y="67"/>
                            </a:cubicBezTo>
                            <a:cubicBezTo>
                              <a:pt x="3457" y="30"/>
                              <a:pt x="3340" y="0"/>
                              <a:pt x="3183" y="3"/>
                            </a:cubicBezTo>
                            <a:cubicBezTo>
                              <a:pt x="2771" y="9"/>
                              <a:pt x="2690" y="169"/>
                              <a:pt x="2685" y="227"/>
                            </a:cubicBezTo>
                            <a:cubicBezTo>
                              <a:pt x="2675" y="327"/>
                              <a:pt x="2704" y="442"/>
                              <a:pt x="2714" y="486"/>
                            </a:cubicBezTo>
                            <a:cubicBezTo>
                              <a:pt x="2717" y="453"/>
                              <a:pt x="2717" y="419"/>
                              <a:pt x="2745" y="383"/>
                            </a:cubicBezTo>
                            <a:cubicBezTo>
                              <a:pt x="2773" y="347"/>
                              <a:pt x="2835" y="320"/>
                              <a:pt x="2910" y="320"/>
                            </a:cubicBezTo>
                            <a:cubicBezTo>
                              <a:pt x="3210" y="320"/>
                              <a:pt x="3210" y="320"/>
                              <a:pt x="3210" y="320"/>
                            </a:cubicBezTo>
                            <a:cubicBezTo>
                              <a:pt x="3210" y="320"/>
                              <a:pt x="3248" y="320"/>
                              <a:pt x="3248" y="351"/>
                            </a:cubicBezTo>
                            <a:cubicBezTo>
                              <a:pt x="3248" y="381"/>
                              <a:pt x="3210" y="381"/>
                              <a:pt x="3210" y="381"/>
                            </a:cubicBezTo>
                            <a:cubicBezTo>
                              <a:pt x="2935" y="381"/>
                              <a:pt x="2935" y="381"/>
                              <a:pt x="2935" y="381"/>
                            </a:cubicBezTo>
                            <a:cubicBezTo>
                              <a:pt x="2875" y="381"/>
                              <a:pt x="2830" y="396"/>
                              <a:pt x="2803" y="424"/>
                            </a:cubicBezTo>
                            <a:cubicBezTo>
                              <a:pt x="2800" y="427"/>
                              <a:pt x="2797" y="431"/>
                              <a:pt x="2795" y="434"/>
                            </a:cubicBezTo>
                            <a:cubicBezTo>
                              <a:pt x="2798" y="433"/>
                              <a:pt x="2802" y="432"/>
                              <a:pt x="2806" y="430"/>
                            </a:cubicBezTo>
                            <a:cubicBezTo>
                              <a:pt x="2823" y="426"/>
                              <a:pt x="2845" y="425"/>
                              <a:pt x="2864" y="428"/>
                            </a:cubicBezTo>
                            <a:cubicBezTo>
                              <a:pt x="2903" y="434"/>
                              <a:pt x="3017" y="472"/>
                              <a:pt x="3013" y="562"/>
                            </a:cubicBezTo>
                            <a:cubicBezTo>
                              <a:pt x="3013" y="575"/>
                              <a:pt x="3010" y="591"/>
                              <a:pt x="3006" y="602"/>
                            </a:cubicBezTo>
                            <a:cubicBezTo>
                              <a:pt x="2896" y="890"/>
                              <a:pt x="2795" y="1174"/>
                              <a:pt x="2701" y="1451"/>
                            </a:cubicBezTo>
                            <a:cubicBezTo>
                              <a:pt x="2600" y="1451"/>
                              <a:pt x="2600" y="1451"/>
                              <a:pt x="2600" y="1451"/>
                            </a:cubicBezTo>
                            <a:cubicBezTo>
                              <a:pt x="2475" y="1451"/>
                              <a:pt x="2477" y="1295"/>
                              <a:pt x="2477" y="1295"/>
                            </a:cubicBezTo>
                            <a:cubicBezTo>
                              <a:pt x="2477" y="537"/>
                              <a:pt x="2477" y="537"/>
                              <a:pt x="2477" y="537"/>
                            </a:cubicBezTo>
                            <a:cubicBezTo>
                              <a:pt x="2477" y="117"/>
                              <a:pt x="2178" y="94"/>
                              <a:pt x="2111" y="94"/>
                            </a:cubicBezTo>
                            <a:cubicBezTo>
                              <a:pt x="1714" y="94"/>
                              <a:pt x="1079" y="698"/>
                              <a:pt x="1079" y="698"/>
                            </a:cubicBezTo>
                            <a:cubicBezTo>
                              <a:pt x="322" y="1417"/>
                              <a:pt x="101" y="2153"/>
                              <a:pt x="65" y="2322"/>
                            </a:cubicBezTo>
                            <a:cubicBezTo>
                              <a:pt x="1928" y="875"/>
                              <a:pt x="1928" y="875"/>
                              <a:pt x="1928" y="875"/>
                            </a:cubicBezTo>
                            <a:cubicBezTo>
                              <a:pt x="1928" y="875"/>
                              <a:pt x="1928" y="1457"/>
                              <a:pt x="1928" y="1509"/>
                            </a:cubicBezTo>
                            <a:cubicBezTo>
                              <a:pt x="1928" y="1541"/>
                              <a:pt x="1930" y="1583"/>
                              <a:pt x="1930" y="1583"/>
                            </a:cubicBezTo>
                            <a:cubicBezTo>
                              <a:pt x="1938" y="2114"/>
                              <a:pt x="2315" y="2369"/>
                              <a:pt x="2394" y="2416"/>
                            </a:cubicBezTo>
                            <a:cubicBezTo>
                              <a:pt x="1905" y="4065"/>
                              <a:pt x="1719" y="5268"/>
                              <a:pt x="1719" y="5268"/>
                            </a:cubicBezTo>
                            <a:cubicBezTo>
                              <a:pt x="1719" y="5268"/>
                              <a:pt x="1386" y="5440"/>
                              <a:pt x="1339" y="5461"/>
                            </a:cubicBezTo>
                            <a:cubicBezTo>
                              <a:pt x="1336" y="5463"/>
                              <a:pt x="1236" y="5506"/>
                              <a:pt x="1285" y="5611"/>
                            </a:cubicBezTo>
                            <a:cubicBezTo>
                              <a:pt x="1285" y="5611"/>
                              <a:pt x="1305" y="5663"/>
                              <a:pt x="1357" y="5672"/>
                            </a:cubicBezTo>
                            <a:cubicBezTo>
                              <a:pt x="1357" y="5672"/>
                              <a:pt x="1309" y="5602"/>
                              <a:pt x="1365" y="5576"/>
                            </a:cubicBezTo>
                            <a:cubicBezTo>
                              <a:pt x="1658" y="5452"/>
                              <a:pt x="1658" y="5452"/>
                              <a:pt x="1658" y="5452"/>
                            </a:cubicBezTo>
                            <a:cubicBezTo>
                              <a:pt x="1658" y="5452"/>
                              <a:pt x="1518" y="5633"/>
                              <a:pt x="1485" y="5674"/>
                            </a:cubicBezTo>
                            <a:cubicBezTo>
                              <a:pt x="1483" y="5676"/>
                              <a:pt x="1411" y="5759"/>
                              <a:pt x="1501" y="5832"/>
                            </a:cubicBezTo>
                            <a:cubicBezTo>
                              <a:pt x="1501" y="5832"/>
                              <a:pt x="1542" y="5870"/>
                              <a:pt x="1592" y="5856"/>
                            </a:cubicBezTo>
                            <a:cubicBezTo>
                              <a:pt x="1592" y="5856"/>
                              <a:pt x="1519" y="5813"/>
                              <a:pt x="1557" y="5766"/>
                            </a:cubicBezTo>
                            <a:cubicBezTo>
                              <a:pt x="1789" y="5514"/>
                              <a:pt x="1789" y="5514"/>
                              <a:pt x="1789" y="5514"/>
                            </a:cubicBezTo>
                            <a:cubicBezTo>
                              <a:pt x="1789" y="5514"/>
                              <a:pt x="1723" y="5716"/>
                              <a:pt x="1703" y="5764"/>
                            </a:cubicBezTo>
                            <a:cubicBezTo>
                              <a:pt x="1702" y="5767"/>
                              <a:pt x="1657" y="5867"/>
                              <a:pt x="1765" y="5911"/>
                            </a:cubicBezTo>
                            <a:cubicBezTo>
                              <a:pt x="1765" y="5911"/>
                              <a:pt x="1815" y="5935"/>
                              <a:pt x="1859" y="5907"/>
                            </a:cubicBezTo>
                            <a:cubicBezTo>
                              <a:pt x="1859" y="5907"/>
                              <a:pt x="1776" y="5887"/>
                              <a:pt x="1799" y="5831"/>
                            </a:cubicBezTo>
                            <a:cubicBezTo>
                              <a:pt x="1864" y="5687"/>
                              <a:pt x="1864" y="5687"/>
                              <a:pt x="1864" y="5687"/>
                            </a:cubicBezTo>
                            <a:cubicBezTo>
                              <a:pt x="1864" y="5687"/>
                              <a:pt x="1922" y="5549"/>
                              <a:pt x="2001" y="5536"/>
                            </a:cubicBezTo>
                            <a:cubicBezTo>
                              <a:pt x="2045" y="5529"/>
                              <a:pt x="2045" y="5529"/>
                              <a:pt x="2045" y="5529"/>
                            </a:cubicBezTo>
                            <a:cubicBezTo>
                              <a:pt x="2217" y="5503"/>
                              <a:pt x="2288" y="5527"/>
                              <a:pt x="2288" y="5527"/>
                            </a:cubicBezTo>
                            <a:cubicBezTo>
                              <a:pt x="2355" y="5550"/>
                              <a:pt x="2309" y="5637"/>
                              <a:pt x="2309" y="5637"/>
                            </a:cubicBezTo>
                            <a:cubicBezTo>
                              <a:pt x="2367" y="5620"/>
                              <a:pt x="2384" y="5558"/>
                              <a:pt x="2384" y="5558"/>
                            </a:cubicBezTo>
                            <a:cubicBezTo>
                              <a:pt x="2421" y="5445"/>
                              <a:pt x="2306" y="5394"/>
                              <a:pt x="2303" y="5393"/>
                            </a:cubicBezTo>
                            <a:cubicBezTo>
                              <a:pt x="2247" y="5367"/>
                              <a:pt x="2207" y="5349"/>
                              <a:pt x="2207" y="5349"/>
                            </a:cubicBezTo>
                            <a:cubicBezTo>
                              <a:pt x="2207" y="5349"/>
                              <a:pt x="2886" y="4832"/>
                              <a:pt x="3402" y="4300"/>
                            </a:cubicBezTo>
                            <a:cubicBezTo>
                              <a:pt x="3918" y="4832"/>
                              <a:pt x="4597" y="5349"/>
                              <a:pt x="4597" y="5349"/>
                            </a:cubicBezTo>
                            <a:cubicBezTo>
                              <a:pt x="4597" y="5349"/>
                              <a:pt x="4557" y="5367"/>
                              <a:pt x="4501" y="5393"/>
                            </a:cubicBezTo>
                            <a:cubicBezTo>
                              <a:pt x="4498" y="5394"/>
                              <a:pt x="4383" y="5445"/>
                              <a:pt x="4420" y="5558"/>
                            </a:cubicBezTo>
                            <a:cubicBezTo>
                              <a:pt x="4420" y="5558"/>
                              <a:pt x="4437" y="5620"/>
                              <a:pt x="4495" y="5637"/>
                            </a:cubicBezTo>
                            <a:cubicBezTo>
                              <a:pt x="4495" y="5637"/>
                              <a:pt x="4449" y="5550"/>
                              <a:pt x="4516" y="5527"/>
                            </a:cubicBezTo>
                            <a:cubicBezTo>
                              <a:pt x="4516" y="5527"/>
                              <a:pt x="4587" y="5503"/>
                              <a:pt x="4759" y="5529"/>
                            </a:cubicBezTo>
                            <a:cubicBezTo>
                              <a:pt x="4803" y="5536"/>
                              <a:pt x="4803" y="5536"/>
                              <a:pt x="4803" y="5536"/>
                            </a:cubicBezTo>
                            <a:cubicBezTo>
                              <a:pt x="4882" y="5549"/>
                              <a:pt x="4940" y="5687"/>
                              <a:pt x="4940" y="5687"/>
                            </a:cubicBezTo>
                            <a:cubicBezTo>
                              <a:pt x="5005" y="5831"/>
                              <a:pt x="5005" y="5831"/>
                              <a:pt x="5005" y="5831"/>
                            </a:cubicBezTo>
                            <a:cubicBezTo>
                              <a:pt x="5028" y="5887"/>
                              <a:pt x="4945" y="5907"/>
                              <a:pt x="4945" y="5907"/>
                            </a:cubicBezTo>
                            <a:cubicBezTo>
                              <a:pt x="4989" y="5935"/>
                              <a:pt x="5039" y="5911"/>
                              <a:pt x="5039" y="5911"/>
                            </a:cubicBezTo>
                            <a:cubicBezTo>
                              <a:pt x="5147" y="5867"/>
                              <a:pt x="5102" y="5767"/>
                              <a:pt x="5101" y="5764"/>
                            </a:cubicBezTo>
                            <a:cubicBezTo>
                              <a:pt x="5081" y="5716"/>
                              <a:pt x="5015" y="5514"/>
                              <a:pt x="5015" y="5514"/>
                            </a:cubicBezTo>
                            <a:cubicBezTo>
                              <a:pt x="5247" y="5766"/>
                              <a:pt x="5247" y="5766"/>
                              <a:pt x="5247" y="5766"/>
                            </a:cubicBezTo>
                            <a:cubicBezTo>
                              <a:pt x="5285" y="5813"/>
                              <a:pt x="5211" y="5856"/>
                              <a:pt x="5211" y="5856"/>
                            </a:cubicBezTo>
                            <a:cubicBezTo>
                              <a:pt x="5262" y="5870"/>
                              <a:pt x="5303" y="5832"/>
                              <a:pt x="5303" y="5832"/>
                            </a:cubicBezTo>
                            <a:cubicBezTo>
                              <a:pt x="5393" y="5759"/>
                              <a:pt x="5321" y="5676"/>
                              <a:pt x="5319" y="5674"/>
                            </a:cubicBezTo>
                            <a:cubicBezTo>
                              <a:pt x="5286" y="5633"/>
                              <a:pt x="5146" y="5452"/>
                              <a:pt x="5146" y="5452"/>
                            </a:cubicBezTo>
                            <a:cubicBezTo>
                              <a:pt x="5440" y="5576"/>
                              <a:pt x="5440" y="5576"/>
                              <a:pt x="5440" y="5576"/>
                            </a:cubicBezTo>
                            <a:cubicBezTo>
                              <a:pt x="5495" y="5602"/>
                              <a:pt x="5447" y="5672"/>
                              <a:pt x="5447" y="5672"/>
                            </a:cubicBezTo>
                            <a:cubicBezTo>
                              <a:pt x="5499" y="5663"/>
                              <a:pt x="5519" y="5611"/>
                              <a:pt x="5519" y="5611"/>
                            </a:cubicBezTo>
                            <a:cubicBezTo>
                              <a:pt x="5568" y="5506"/>
                              <a:pt x="5468" y="5463"/>
                              <a:pt x="5465" y="5461"/>
                            </a:cubicBezTo>
                            <a:close/>
                            <a:moveTo>
                              <a:pt x="3141" y="224"/>
                            </a:moveTo>
                            <a:cubicBezTo>
                              <a:pt x="3098" y="224"/>
                              <a:pt x="3064" y="190"/>
                              <a:pt x="3064" y="147"/>
                            </a:cubicBezTo>
                            <a:cubicBezTo>
                              <a:pt x="3064" y="104"/>
                              <a:pt x="3098" y="70"/>
                              <a:pt x="3141" y="70"/>
                            </a:cubicBezTo>
                            <a:cubicBezTo>
                              <a:pt x="3184" y="70"/>
                              <a:pt x="3218" y="104"/>
                              <a:pt x="3218" y="147"/>
                            </a:cubicBezTo>
                            <a:cubicBezTo>
                              <a:pt x="3218" y="190"/>
                              <a:pt x="3184" y="224"/>
                              <a:pt x="3141" y="224"/>
                            </a:cubicBezTo>
                            <a:close/>
                            <a:moveTo>
                              <a:pt x="3321" y="1644"/>
                            </a:moveTo>
                            <a:cubicBezTo>
                              <a:pt x="3335" y="1674"/>
                              <a:pt x="3366" y="1695"/>
                              <a:pt x="3402" y="1695"/>
                            </a:cubicBezTo>
                            <a:cubicBezTo>
                              <a:pt x="3438" y="1695"/>
                              <a:pt x="3469" y="1674"/>
                              <a:pt x="3483" y="1644"/>
                            </a:cubicBezTo>
                            <a:cubicBezTo>
                              <a:pt x="3489" y="1659"/>
                              <a:pt x="3492" y="1677"/>
                              <a:pt x="3492" y="1695"/>
                            </a:cubicBezTo>
                            <a:cubicBezTo>
                              <a:pt x="3492" y="1760"/>
                              <a:pt x="3452" y="1812"/>
                              <a:pt x="3402" y="1812"/>
                            </a:cubicBezTo>
                            <a:cubicBezTo>
                              <a:pt x="3352" y="1812"/>
                              <a:pt x="3312" y="1760"/>
                              <a:pt x="3312" y="1695"/>
                            </a:cubicBezTo>
                            <a:cubicBezTo>
                              <a:pt x="3312" y="1677"/>
                              <a:pt x="3315" y="1660"/>
                              <a:pt x="3321" y="1644"/>
                            </a:cubicBezTo>
                            <a:close/>
                            <a:moveTo>
                              <a:pt x="2382" y="1695"/>
                            </a:moveTo>
                            <a:cubicBezTo>
                              <a:pt x="2382" y="1677"/>
                              <a:pt x="2385" y="1660"/>
                              <a:pt x="2391" y="1644"/>
                            </a:cubicBezTo>
                            <a:cubicBezTo>
                              <a:pt x="2406" y="1674"/>
                              <a:pt x="2436" y="1695"/>
                              <a:pt x="2472" y="1695"/>
                            </a:cubicBezTo>
                            <a:cubicBezTo>
                              <a:pt x="2508" y="1695"/>
                              <a:pt x="2539" y="1674"/>
                              <a:pt x="2553" y="1644"/>
                            </a:cubicBezTo>
                            <a:cubicBezTo>
                              <a:pt x="2559" y="1659"/>
                              <a:pt x="2562" y="1677"/>
                              <a:pt x="2562" y="1695"/>
                            </a:cubicBezTo>
                            <a:cubicBezTo>
                              <a:pt x="2562" y="1760"/>
                              <a:pt x="2522" y="1812"/>
                              <a:pt x="2472" y="1812"/>
                            </a:cubicBezTo>
                            <a:cubicBezTo>
                              <a:pt x="2422" y="1812"/>
                              <a:pt x="2382" y="1760"/>
                              <a:pt x="2382" y="1695"/>
                            </a:cubicBezTo>
                            <a:close/>
                            <a:moveTo>
                              <a:pt x="2391" y="3306"/>
                            </a:moveTo>
                            <a:cubicBezTo>
                              <a:pt x="2406" y="3336"/>
                              <a:pt x="2436" y="3356"/>
                              <a:pt x="2472" y="3356"/>
                            </a:cubicBezTo>
                            <a:cubicBezTo>
                              <a:pt x="2508" y="3356"/>
                              <a:pt x="2539" y="3336"/>
                              <a:pt x="2553" y="3305"/>
                            </a:cubicBezTo>
                            <a:cubicBezTo>
                              <a:pt x="2559" y="3321"/>
                              <a:pt x="2562" y="3338"/>
                              <a:pt x="2562" y="3356"/>
                            </a:cubicBezTo>
                            <a:cubicBezTo>
                              <a:pt x="2562" y="3421"/>
                              <a:pt x="2522" y="3473"/>
                              <a:pt x="2472" y="3473"/>
                            </a:cubicBezTo>
                            <a:cubicBezTo>
                              <a:pt x="2422" y="3473"/>
                              <a:pt x="2382" y="3421"/>
                              <a:pt x="2382" y="3356"/>
                            </a:cubicBezTo>
                            <a:cubicBezTo>
                              <a:pt x="2382" y="3338"/>
                              <a:pt x="2385" y="3321"/>
                              <a:pt x="2391" y="3306"/>
                            </a:cubicBezTo>
                            <a:close/>
                            <a:moveTo>
                              <a:pt x="2169" y="4719"/>
                            </a:moveTo>
                            <a:cubicBezTo>
                              <a:pt x="2119" y="4719"/>
                              <a:pt x="2079" y="4667"/>
                              <a:pt x="2079" y="4602"/>
                            </a:cubicBezTo>
                            <a:cubicBezTo>
                              <a:pt x="2079" y="4584"/>
                              <a:pt x="2082" y="4566"/>
                              <a:pt x="2088" y="4551"/>
                            </a:cubicBezTo>
                            <a:cubicBezTo>
                              <a:pt x="2103" y="4581"/>
                              <a:pt x="2133" y="4602"/>
                              <a:pt x="2169" y="4602"/>
                            </a:cubicBezTo>
                            <a:cubicBezTo>
                              <a:pt x="2205" y="4602"/>
                              <a:pt x="2236" y="4581"/>
                              <a:pt x="2250" y="4551"/>
                            </a:cubicBezTo>
                            <a:cubicBezTo>
                              <a:pt x="2256" y="4566"/>
                              <a:pt x="2259" y="4584"/>
                              <a:pt x="2259" y="4602"/>
                            </a:cubicBezTo>
                            <a:cubicBezTo>
                              <a:pt x="2259" y="4667"/>
                              <a:pt x="2219" y="4719"/>
                              <a:pt x="2169" y="4719"/>
                            </a:cubicBezTo>
                            <a:close/>
                            <a:moveTo>
                              <a:pt x="2472" y="4304"/>
                            </a:moveTo>
                            <a:cubicBezTo>
                              <a:pt x="2422" y="4304"/>
                              <a:pt x="2382" y="4252"/>
                              <a:pt x="2382" y="4187"/>
                            </a:cubicBezTo>
                            <a:cubicBezTo>
                              <a:pt x="2382" y="4169"/>
                              <a:pt x="2385" y="4152"/>
                              <a:pt x="2391" y="4136"/>
                            </a:cubicBezTo>
                            <a:cubicBezTo>
                              <a:pt x="2406" y="4166"/>
                              <a:pt x="2436" y="4187"/>
                              <a:pt x="2472" y="4187"/>
                            </a:cubicBezTo>
                            <a:cubicBezTo>
                              <a:pt x="2508" y="4187"/>
                              <a:pt x="2539" y="4166"/>
                              <a:pt x="2553" y="4136"/>
                            </a:cubicBezTo>
                            <a:cubicBezTo>
                              <a:pt x="2559" y="4151"/>
                              <a:pt x="2562" y="4169"/>
                              <a:pt x="2562" y="4187"/>
                            </a:cubicBezTo>
                            <a:cubicBezTo>
                              <a:pt x="2562" y="4252"/>
                              <a:pt x="2522" y="4304"/>
                              <a:pt x="2472" y="4304"/>
                            </a:cubicBezTo>
                            <a:close/>
                            <a:moveTo>
                              <a:pt x="2634" y="4719"/>
                            </a:moveTo>
                            <a:cubicBezTo>
                              <a:pt x="2584" y="4719"/>
                              <a:pt x="2544" y="4667"/>
                              <a:pt x="2544" y="4602"/>
                            </a:cubicBezTo>
                            <a:cubicBezTo>
                              <a:pt x="2544" y="4584"/>
                              <a:pt x="2547" y="4566"/>
                              <a:pt x="2553" y="4551"/>
                            </a:cubicBezTo>
                            <a:cubicBezTo>
                              <a:pt x="2568" y="4581"/>
                              <a:pt x="2598" y="4602"/>
                              <a:pt x="2634" y="4602"/>
                            </a:cubicBezTo>
                            <a:cubicBezTo>
                              <a:pt x="2670" y="4602"/>
                              <a:pt x="2701" y="4581"/>
                              <a:pt x="2715" y="4551"/>
                            </a:cubicBezTo>
                            <a:cubicBezTo>
                              <a:pt x="2721" y="4566"/>
                              <a:pt x="2724" y="4584"/>
                              <a:pt x="2724" y="4602"/>
                            </a:cubicBezTo>
                            <a:cubicBezTo>
                              <a:pt x="2724" y="4667"/>
                              <a:pt x="2684" y="4719"/>
                              <a:pt x="2634" y="4719"/>
                            </a:cubicBezTo>
                            <a:close/>
                            <a:moveTo>
                              <a:pt x="2704" y="3889"/>
                            </a:moveTo>
                            <a:cubicBezTo>
                              <a:pt x="2655" y="3889"/>
                              <a:pt x="2614" y="3836"/>
                              <a:pt x="2614" y="3772"/>
                            </a:cubicBezTo>
                            <a:cubicBezTo>
                              <a:pt x="2614" y="3754"/>
                              <a:pt x="2618" y="3736"/>
                              <a:pt x="2623" y="3721"/>
                            </a:cubicBezTo>
                            <a:cubicBezTo>
                              <a:pt x="2638" y="3751"/>
                              <a:pt x="2669" y="3772"/>
                              <a:pt x="2704" y="3772"/>
                            </a:cubicBezTo>
                            <a:cubicBezTo>
                              <a:pt x="2740" y="3772"/>
                              <a:pt x="2771" y="3751"/>
                              <a:pt x="2785" y="3721"/>
                            </a:cubicBezTo>
                            <a:cubicBezTo>
                              <a:pt x="2791" y="3736"/>
                              <a:pt x="2794" y="3753"/>
                              <a:pt x="2794" y="3772"/>
                            </a:cubicBezTo>
                            <a:cubicBezTo>
                              <a:pt x="2794" y="3836"/>
                              <a:pt x="2754" y="3889"/>
                              <a:pt x="2704" y="3889"/>
                            </a:cubicBezTo>
                            <a:close/>
                            <a:moveTo>
                              <a:pt x="2704" y="3058"/>
                            </a:moveTo>
                            <a:cubicBezTo>
                              <a:pt x="2655" y="3058"/>
                              <a:pt x="2614" y="3006"/>
                              <a:pt x="2614" y="2941"/>
                            </a:cubicBezTo>
                            <a:cubicBezTo>
                              <a:pt x="2614" y="2923"/>
                              <a:pt x="2618" y="2905"/>
                              <a:pt x="2623" y="2890"/>
                            </a:cubicBezTo>
                            <a:cubicBezTo>
                              <a:pt x="2638" y="2920"/>
                              <a:pt x="2669" y="2941"/>
                              <a:pt x="2704" y="2941"/>
                            </a:cubicBezTo>
                            <a:cubicBezTo>
                              <a:pt x="2740" y="2941"/>
                              <a:pt x="2771" y="2920"/>
                              <a:pt x="2785" y="2890"/>
                            </a:cubicBezTo>
                            <a:cubicBezTo>
                              <a:pt x="2791" y="2905"/>
                              <a:pt x="2794" y="2923"/>
                              <a:pt x="2794" y="2941"/>
                            </a:cubicBezTo>
                            <a:cubicBezTo>
                              <a:pt x="2794" y="3006"/>
                              <a:pt x="2754" y="3058"/>
                              <a:pt x="2704" y="3058"/>
                            </a:cubicBezTo>
                            <a:close/>
                            <a:moveTo>
                              <a:pt x="2704" y="2227"/>
                            </a:moveTo>
                            <a:cubicBezTo>
                              <a:pt x="2655" y="2227"/>
                              <a:pt x="2614" y="2175"/>
                              <a:pt x="2614" y="2110"/>
                            </a:cubicBezTo>
                            <a:cubicBezTo>
                              <a:pt x="2614" y="2092"/>
                              <a:pt x="2618" y="2075"/>
                              <a:pt x="2623" y="2060"/>
                            </a:cubicBezTo>
                            <a:cubicBezTo>
                              <a:pt x="2638" y="2089"/>
                              <a:pt x="2669" y="2110"/>
                              <a:pt x="2704" y="2110"/>
                            </a:cubicBezTo>
                            <a:cubicBezTo>
                              <a:pt x="2740" y="2110"/>
                              <a:pt x="2771" y="2089"/>
                              <a:pt x="2785" y="2059"/>
                            </a:cubicBezTo>
                            <a:cubicBezTo>
                              <a:pt x="2791" y="2075"/>
                              <a:pt x="2794" y="2092"/>
                              <a:pt x="2794" y="2110"/>
                            </a:cubicBezTo>
                            <a:cubicBezTo>
                              <a:pt x="2794" y="2175"/>
                              <a:pt x="2754" y="2227"/>
                              <a:pt x="2704" y="2227"/>
                            </a:cubicBezTo>
                            <a:close/>
                            <a:moveTo>
                              <a:pt x="2937" y="4304"/>
                            </a:moveTo>
                            <a:cubicBezTo>
                              <a:pt x="2887" y="4304"/>
                              <a:pt x="2847" y="4252"/>
                              <a:pt x="2847" y="4187"/>
                            </a:cubicBezTo>
                            <a:cubicBezTo>
                              <a:pt x="2847" y="4169"/>
                              <a:pt x="2850" y="4152"/>
                              <a:pt x="2856" y="4136"/>
                            </a:cubicBezTo>
                            <a:cubicBezTo>
                              <a:pt x="2871" y="4166"/>
                              <a:pt x="2901" y="4187"/>
                              <a:pt x="2937" y="4187"/>
                            </a:cubicBezTo>
                            <a:cubicBezTo>
                              <a:pt x="2973" y="4187"/>
                              <a:pt x="3004" y="4166"/>
                              <a:pt x="3018" y="4136"/>
                            </a:cubicBezTo>
                            <a:cubicBezTo>
                              <a:pt x="3024" y="4151"/>
                              <a:pt x="3027" y="4169"/>
                              <a:pt x="3027" y="4187"/>
                            </a:cubicBezTo>
                            <a:cubicBezTo>
                              <a:pt x="3027" y="4252"/>
                              <a:pt x="2987" y="4304"/>
                              <a:pt x="2937" y="4304"/>
                            </a:cubicBezTo>
                            <a:close/>
                            <a:moveTo>
                              <a:pt x="2937" y="3473"/>
                            </a:moveTo>
                            <a:cubicBezTo>
                              <a:pt x="2887" y="3473"/>
                              <a:pt x="2847" y="3421"/>
                              <a:pt x="2847" y="3356"/>
                            </a:cubicBezTo>
                            <a:cubicBezTo>
                              <a:pt x="2847" y="3338"/>
                              <a:pt x="2850" y="3321"/>
                              <a:pt x="2856" y="3306"/>
                            </a:cubicBezTo>
                            <a:cubicBezTo>
                              <a:pt x="2871" y="3336"/>
                              <a:pt x="2901" y="3356"/>
                              <a:pt x="2937" y="3356"/>
                            </a:cubicBezTo>
                            <a:cubicBezTo>
                              <a:pt x="2973" y="3356"/>
                              <a:pt x="3004" y="3336"/>
                              <a:pt x="3018" y="3305"/>
                            </a:cubicBezTo>
                            <a:cubicBezTo>
                              <a:pt x="3024" y="3321"/>
                              <a:pt x="3027" y="3338"/>
                              <a:pt x="3027" y="3356"/>
                            </a:cubicBezTo>
                            <a:cubicBezTo>
                              <a:pt x="3027" y="3421"/>
                              <a:pt x="2987" y="3473"/>
                              <a:pt x="2937" y="3473"/>
                            </a:cubicBezTo>
                            <a:close/>
                            <a:moveTo>
                              <a:pt x="2937" y="2643"/>
                            </a:moveTo>
                            <a:cubicBezTo>
                              <a:pt x="2887" y="2643"/>
                              <a:pt x="2847" y="2590"/>
                              <a:pt x="2847" y="2526"/>
                            </a:cubicBezTo>
                            <a:cubicBezTo>
                              <a:pt x="2847" y="2507"/>
                              <a:pt x="2850" y="2490"/>
                              <a:pt x="2856" y="2475"/>
                            </a:cubicBezTo>
                            <a:cubicBezTo>
                              <a:pt x="2871" y="2505"/>
                              <a:pt x="2901" y="2526"/>
                              <a:pt x="2937" y="2526"/>
                            </a:cubicBezTo>
                            <a:cubicBezTo>
                              <a:pt x="2973" y="2526"/>
                              <a:pt x="3004" y="2505"/>
                              <a:pt x="3018" y="2475"/>
                            </a:cubicBezTo>
                            <a:cubicBezTo>
                              <a:pt x="3024" y="2490"/>
                              <a:pt x="3027" y="2507"/>
                              <a:pt x="3027" y="2526"/>
                            </a:cubicBezTo>
                            <a:cubicBezTo>
                              <a:pt x="3027" y="2590"/>
                              <a:pt x="2987" y="2643"/>
                              <a:pt x="2937" y="2643"/>
                            </a:cubicBezTo>
                            <a:close/>
                            <a:moveTo>
                              <a:pt x="2937" y="1812"/>
                            </a:moveTo>
                            <a:cubicBezTo>
                              <a:pt x="2887" y="1812"/>
                              <a:pt x="2847" y="1760"/>
                              <a:pt x="2847" y="1695"/>
                            </a:cubicBezTo>
                            <a:cubicBezTo>
                              <a:pt x="2847" y="1677"/>
                              <a:pt x="2850" y="1660"/>
                              <a:pt x="2856" y="1644"/>
                            </a:cubicBezTo>
                            <a:cubicBezTo>
                              <a:pt x="2871" y="1674"/>
                              <a:pt x="2901" y="1695"/>
                              <a:pt x="2937" y="1695"/>
                            </a:cubicBezTo>
                            <a:cubicBezTo>
                              <a:pt x="2973" y="1695"/>
                              <a:pt x="3004" y="1674"/>
                              <a:pt x="3018" y="1644"/>
                            </a:cubicBezTo>
                            <a:cubicBezTo>
                              <a:pt x="3024" y="1659"/>
                              <a:pt x="3027" y="1677"/>
                              <a:pt x="3027" y="1695"/>
                            </a:cubicBezTo>
                            <a:cubicBezTo>
                              <a:pt x="3027" y="1760"/>
                              <a:pt x="2987" y="1812"/>
                              <a:pt x="2937" y="1812"/>
                            </a:cubicBezTo>
                            <a:close/>
                            <a:moveTo>
                              <a:pt x="3169" y="3889"/>
                            </a:moveTo>
                            <a:cubicBezTo>
                              <a:pt x="3120" y="3889"/>
                              <a:pt x="3079" y="3836"/>
                              <a:pt x="3079" y="3772"/>
                            </a:cubicBezTo>
                            <a:cubicBezTo>
                              <a:pt x="3079" y="3754"/>
                              <a:pt x="3083" y="3736"/>
                              <a:pt x="3088" y="3721"/>
                            </a:cubicBezTo>
                            <a:cubicBezTo>
                              <a:pt x="3103" y="3751"/>
                              <a:pt x="3134" y="3772"/>
                              <a:pt x="3169" y="3772"/>
                            </a:cubicBezTo>
                            <a:cubicBezTo>
                              <a:pt x="3205" y="3772"/>
                              <a:pt x="3236" y="3751"/>
                              <a:pt x="3250" y="3721"/>
                            </a:cubicBezTo>
                            <a:cubicBezTo>
                              <a:pt x="3256" y="3736"/>
                              <a:pt x="3259" y="3753"/>
                              <a:pt x="3259" y="3772"/>
                            </a:cubicBezTo>
                            <a:cubicBezTo>
                              <a:pt x="3259" y="3836"/>
                              <a:pt x="3219" y="3889"/>
                              <a:pt x="3169" y="3889"/>
                            </a:cubicBezTo>
                            <a:close/>
                            <a:moveTo>
                              <a:pt x="3169" y="3058"/>
                            </a:moveTo>
                            <a:cubicBezTo>
                              <a:pt x="3120" y="3058"/>
                              <a:pt x="3079" y="3006"/>
                              <a:pt x="3079" y="2941"/>
                            </a:cubicBezTo>
                            <a:cubicBezTo>
                              <a:pt x="3079" y="2923"/>
                              <a:pt x="3083" y="2905"/>
                              <a:pt x="3088" y="2890"/>
                            </a:cubicBezTo>
                            <a:cubicBezTo>
                              <a:pt x="3103" y="2920"/>
                              <a:pt x="3134" y="2941"/>
                              <a:pt x="3169" y="2941"/>
                            </a:cubicBezTo>
                            <a:cubicBezTo>
                              <a:pt x="3205" y="2941"/>
                              <a:pt x="3236" y="2920"/>
                              <a:pt x="3250" y="2890"/>
                            </a:cubicBezTo>
                            <a:cubicBezTo>
                              <a:pt x="3256" y="2905"/>
                              <a:pt x="3259" y="2923"/>
                              <a:pt x="3259" y="2941"/>
                            </a:cubicBezTo>
                            <a:cubicBezTo>
                              <a:pt x="3259" y="3006"/>
                              <a:pt x="3219" y="3058"/>
                              <a:pt x="3169" y="3058"/>
                            </a:cubicBezTo>
                            <a:close/>
                            <a:moveTo>
                              <a:pt x="3169" y="2227"/>
                            </a:moveTo>
                            <a:cubicBezTo>
                              <a:pt x="3120" y="2227"/>
                              <a:pt x="3079" y="2175"/>
                              <a:pt x="3079" y="2110"/>
                            </a:cubicBezTo>
                            <a:cubicBezTo>
                              <a:pt x="3079" y="2092"/>
                              <a:pt x="3083" y="2075"/>
                              <a:pt x="3088" y="2060"/>
                            </a:cubicBezTo>
                            <a:cubicBezTo>
                              <a:pt x="3103" y="2089"/>
                              <a:pt x="3134" y="2110"/>
                              <a:pt x="3169" y="2110"/>
                            </a:cubicBezTo>
                            <a:cubicBezTo>
                              <a:pt x="3205" y="2110"/>
                              <a:pt x="3236" y="2089"/>
                              <a:pt x="3250" y="2059"/>
                            </a:cubicBezTo>
                            <a:cubicBezTo>
                              <a:pt x="3256" y="2075"/>
                              <a:pt x="3259" y="2092"/>
                              <a:pt x="3259" y="2110"/>
                            </a:cubicBezTo>
                            <a:cubicBezTo>
                              <a:pt x="3259" y="2175"/>
                              <a:pt x="3219" y="2227"/>
                              <a:pt x="3169" y="2227"/>
                            </a:cubicBezTo>
                            <a:close/>
                            <a:moveTo>
                              <a:pt x="3169" y="1397"/>
                            </a:moveTo>
                            <a:cubicBezTo>
                              <a:pt x="3120" y="1397"/>
                              <a:pt x="3079" y="1344"/>
                              <a:pt x="3079" y="1280"/>
                            </a:cubicBezTo>
                            <a:cubicBezTo>
                              <a:pt x="3079" y="1261"/>
                              <a:pt x="3083" y="1244"/>
                              <a:pt x="3088" y="1229"/>
                            </a:cubicBezTo>
                            <a:cubicBezTo>
                              <a:pt x="3103" y="1259"/>
                              <a:pt x="3134" y="1279"/>
                              <a:pt x="3169" y="1279"/>
                            </a:cubicBezTo>
                            <a:cubicBezTo>
                              <a:pt x="3205" y="1279"/>
                              <a:pt x="3236" y="1259"/>
                              <a:pt x="3251" y="1229"/>
                            </a:cubicBezTo>
                            <a:cubicBezTo>
                              <a:pt x="3256" y="1244"/>
                              <a:pt x="3259" y="1261"/>
                              <a:pt x="3259" y="1280"/>
                            </a:cubicBezTo>
                            <a:cubicBezTo>
                              <a:pt x="3259" y="1344"/>
                              <a:pt x="3219" y="1397"/>
                              <a:pt x="3169" y="1397"/>
                            </a:cubicBezTo>
                            <a:close/>
                            <a:moveTo>
                              <a:pt x="3402" y="3473"/>
                            </a:moveTo>
                            <a:cubicBezTo>
                              <a:pt x="3352" y="3473"/>
                              <a:pt x="3312" y="3421"/>
                              <a:pt x="3312" y="3356"/>
                            </a:cubicBezTo>
                            <a:cubicBezTo>
                              <a:pt x="3312" y="3338"/>
                              <a:pt x="3315" y="3321"/>
                              <a:pt x="3321" y="3306"/>
                            </a:cubicBezTo>
                            <a:cubicBezTo>
                              <a:pt x="3335" y="3336"/>
                              <a:pt x="3366" y="3356"/>
                              <a:pt x="3402" y="3356"/>
                            </a:cubicBezTo>
                            <a:cubicBezTo>
                              <a:pt x="3438" y="3356"/>
                              <a:pt x="3469" y="3336"/>
                              <a:pt x="3483" y="3305"/>
                            </a:cubicBezTo>
                            <a:cubicBezTo>
                              <a:pt x="3489" y="3321"/>
                              <a:pt x="3492" y="3338"/>
                              <a:pt x="3492" y="3356"/>
                            </a:cubicBezTo>
                            <a:cubicBezTo>
                              <a:pt x="3492" y="3421"/>
                              <a:pt x="3452" y="3473"/>
                              <a:pt x="3402" y="3473"/>
                            </a:cubicBezTo>
                            <a:close/>
                            <a:moveTo>
                              <a:pt x="3402" y="2643"/>
                            </a:moveTo>
                            <a:cubicBezTo>
                              <a:pt x="3352" y="2643"/>
                              <a:pt x="3312" y="2590"/>
                              <a:pt x="3312" y="2526"/>
                            </a:cubicBezTo>
                            <a:cubicBezTo>
                              <a:pt x="3312" y="2507"/>
                              <a:pt x="3315" y="2490"/>
                              <a:pt x="3321" y="2475"/>
                            </a:cubicBezTo>
                            <a:cubicBezTo>
                              <a:pt x="3336" y="2505"/>
                              <a:pt x="3366" y="2526"/>
                              <a:pt x="3402" y="2526"/>
                            </a:cubicBezTo>
                            <a:cubicBezTo>
                              <a:pt x="3438" y="2526"/>
                              <a:pt x="3469" y="2505"/>
                              <a:pt x="3483" y="2475"/>
                            </a:cubicBezTo>
                            <a:cubicBezTo>
                              <a:pt x="3489" y="2490"/>
                              <a:pt x="3492" y="2507"/>
                              <a:pt x="3492" y="2526"/>
                            </a:cubicBezTo>
                            <a:cubicBezTo>
                              <a:pt x="3492" y="2590"/>
                              <a:pt x="3452" y="2643"/>
                              <a:pt x="3402" y="2643"/>
                            </a:cubicBezTo>
                            <a:close/>
                            <a:moveTo>
                              <a:pt x="4018" y="2060"/>
                            </a:moveTo>
                            <a:cubicBezTo>
                              <a:pt x="4033" y="2089"/>
                              <a:pt x="4064" y="2110"/>
                              <a:pt x="4099" y="2110"/>
                            </a:cubicBezTo>
                            <a:cubicBezTo>
                              <a:pt x="4135" y="2110"/>
                              <a:pt x="4166" y="2089"/>
                              <a:pt x="4181" y="2059"/>
                            </a:cubicBezTo>
                            <a:cubicBezTo>
                              <a:pt x="4186" y="2075"/>
                              <a:pt x="4190" y="2092"/>
                              <a:pt x="4190" y="2110"/>
                            </a:cubicBezTo>
                            <a:cubicBezTo>
                              <a:pt x="4190" y="2175"/>
                              <a:pt x="4149" y="2227"/>
                              <a:pt x="4099" y="2227"/>
                            </a:cubicBezTo>
                            <a:cubicBezTo>
                              <a:pt x="4050" y="2227"/>
                              <a:pt x="4010" y="2175"/>
                              <a:pt x="4010" y="2110"/>
                            </a:cubicBezTo>
                            <a:cubicBezTo>
                              <a:pt x="4010" y="2092"/>
                              <a:pt x="4013" y="2075"/>
                              <a:pt x="4018" y="2060"/>
                            </a:cubicBezTo>
                            <a:close/>
                            <a:moveTo>
                              <a:pt x="4018" y="2890"/>
                            </a:moveTo>
                            <a:cubicBezTo>
                              <a:pt x="4033" y="2920"/>
                              <a:pt x="4064" y="2941"/>
                              <a:pt x="4099" y="2941"/>
                            </a:cubicBezTo>
                            <a:cubicBezTo>
                              <a:pt x="4135" y="2941"/>
                              <a:pt x="4166" y="2920"/>
                              <a:pt x="4181" y="2890"/>
                            </a:cubicBezTo>
                            <a:cubicBezTo>
                              <a:pt x="4186" y="2905"/>
                              <a:pt x="4190" y="2923"/>
                              <a:pt x="4190" y="2941"/>
                            </a:cubicBezTo>
                            <a:cubicBezTo>
                              <a:pt x="4190" y="3006"/>
                              <a:pt x="4149" y="3058"/>
                              <a:pt x="4099" y="3058"/>
                            </a:cubicBezTo>
                            <a:cubicBezTo>
                              <a:pt x="4050" y="3058"/>
                              <a:pt x="4010" y="3006"/>
                              <a:pt x="4010" y="2941"/>
                            </a:cubicBezTo>
                            <a:cubicBezTo>
                              <a:pt x="4010" y="2923"/>
                              <a:pt x="4013" y="2905"/>
                              <a:pt x="4018" y="2890"/>
                            </a:cubicBezTo>
                            <a:close/>
                            <a:moveTo>
                              <a:pt x="3786" y="1644"/>
                            </a:moveTo>
                            <a:cubicBezTo>
                              <a:pt x="3801" y="1674"/>
                              <a:pt x="3831" y="1695"/>
                              <a:pt x="3867" y="1695"/>
                            </a:cubicBezTo>
                            <a:cubicBezTo>
                              <a:pt x="3903" y="1695"/>
                              <a:pt x="3934" y="1674"/>
                              <a:pt x="3948" y="1644"/>
                            </a:cubicBezTo>
                            <a:cubicBezTo>
                              <a:pt x="3954" y="1659"/>
                              <a:pt x="3957" y="1677"/>
                              <a:pt x="3957" y="1695"/>
                            </a:cubicBezTo>
                            <a:cubicBezTo>
                              <a:pt x="3957" y="1760"/>
                              <a:pt x="3917" y="1812"/>
                              <a:pt x="3867" y="1812"/>
                            </a:cubicBezTo>
                            <a:cubicBezTo>
                              <a:pt x="3817" y="1812"/>
                              <a:pt x="3777" y="1760"/>
                              <a:pt x="3777" y="1695"/>
                            </a:cubicBezTo>
                            <a:cubicBezTo>
                              <a:pt x="3777" y="1677"/>
                              <a:pt x="3780" y="1660"/>
                              <a:pt x="3786" y="1644"/>
                            </a:cubicBezTo>
                            <a:close/>
                            <a:moveTo>
                              <a:pt x="3634" y="3889"/>
                            </a:moveTo>
                            <a:cubicBezTo>
                              <a:pt x="3585" y="3889"/>
                              <a:pt x="3545" y="3836"/>
                              <a:pt x="3545" y="3772"/>
                            </a:cubicBezTo>
                            <a:cubicBezTo>
                              <a:pt x="3545" y="3754"/>
                              <a:pt x="3548" y="3736"/>
                              <a:pt x="3553" y="3721"/>
                            </a:cubicBezTo>
                            <a:cubicBezTo>
                              <a:pt x="3568" y="3751"/>
                              <a:pt x="3599" y="3772"/>
                              <a:pt x="3634" y="3772"/>
                            </a:cubicBezTo>
                            <a:cubicBezTo>
                              <a:pt x="3670" y="3772"/>
                              <a:pt x="3701" y="3751"/>
                              <a:pt x="3716" y="3721"/>
                            </a:cubicBezTo>
                            <a:cubicBezTo>
                              <a:pt x="3721" y="3736"/>
                              <a:pt x="3725" y="3753"/>
                              <a:pt x="3725" y="3772"/>
                            </a:cubicBezTo>
                            <a:cubicBezTo>
                              <a:pt x="3725" y="3836"/>
                              <a:pt x="3684" y="3889"/>
                              <a:pt x="3634" y="3889"/>
                            </a:cubicBezTo>
                            <a:close/>
                            <a:moveTo>
                              <a:pt x="3634" y="3058"/>
                            </a:moveTo>
                            <a:cubicBezTo>
                              <a:pt x="3585" y="3058"/>
                              <a:pt x="3545" y="3006"/>
                              <a:pt x="3545" y="2941"/>
                            </a:cubicBezTo>
                            <a:cubicBezTo>
                              <a:pt x="3545" y="2923"/>
                              <a:pt x="3548" y="2905"/>
                              <a:pt x="3553" y="2890"/>
                            </a:cubicBezTo>
                            <a:cubicBezTo>
                              <a:pt x="3568" y="2920"/>
                              <a:pt x="3599" y="2941"/>
                              <a:pt x="3634" y="2941"/>
                            </a:cubicBezTo>
                            <a:cubicBezTo>
                              <a:pt x="3670" y="2941"/>
                              <a:pt x="3701" y="2920"/>
                              <a:pt x="3716" y="2890"/>
                            </a:cubicBezTo>
                            <a:cubicBezTo>
                              <a:pt x="3721" y="2905"/>
                              <a:pt x="3725" y="2923"/>
                              <a:pt x="3725" y="2941"/>
                            </a:cubicBezTo>
                            <a:cubicBezTo>
                              <a:pt x="3725" y="3006"/>
                              <a:pt x="3684" y="3058"/>
                              <a:pt x="3634" y="3058"/>
                            </a:cubicBezTo>
                            <a:close/>
                            <a:moveTo>
                              <a:pt x="3634" y="2227"/>
                            </a:moveTo>
                            <a:cubicBezTo>
                              <a:pt x="3585" y="2227"/>
                              <a:pt x="3545" y="2175"/>
                              <a:pt x="3545" y="2110"/>
                            </a:cubicBezTo>
                            <a:cubicBezTo>
                              <a:pt x="3545" y="2092"/>
                              <a:pt x="3548" y="2075"/>
                              <a:pt x="3553" y="2060"/>
                            </a:cubicBezTo>
                            <a:cubicBezTo>
                              <a:pt x="3568" y="2089"/>
                              <a:pt x="3599" y="2110"/>
                              <a:pt x="3634" y="2110"/>
                            </a:cubicBezTo>
                            <a:cubicBezTo>
                              <a:pt x="3670" y="2110"/>
                              <a:pt x="3701" y="2089"/>
                              <a:pt x="3716" y="2059"/>
                            </a:cubicBezTo>
                            <a:cubicBezTo>
                              <a:pt x="3721" y="2075"/>
                              <a:pt x="3725" y="2092"/>
                              <a:pt x="3725" y="2110"/>
                            </a:cubicBezTo>
                            <a:cubicBezTo>
                              <a:pt x="3725" y="2175"/>
                              <a:pt x="3684" y="2227"/>
                              <a:pt x="3634" y="2227"/>
                            </a:cubicBezTo>
                            <a:close/>
                            <a:moveTo>
                              <a:pt x="3634" y="1397"/>
                            </a:moveTo>
                            <a:cubicBezTo>
                              <a:pt x="3585" y="1397"/>
                              <a:pt x="3545" y="1344"/>
                              <a:pt x="3545" y="1280"/>
                            </a:cubicBezTo>
                            <a:cubicBezTo>
                              <a:pt x="3545" y="1261"/>
                              <a:pt x="3548" y="1244"/>
                              <a:pt x="3553" y="1229"/>
                            </a:cubicBezTo>
                            <a:cubicBezTo>
                              <a:pt x="3568" y="1259"/>
                              <a:pt x="3599" y="1279"/>
                              <a:pt x="3634" y="1279"/>
                            </a:cubicBezTo>
                            <a:cubicBezTo>
                              <a:pt x="3670" y="1279"/>
                              <a:pt x="3701" y="1259"/>
                              <a:pt x="3716" y="1229"/>
                            </a:cubicBezTo>
                            <a:cubicBezTo>
                              <a:pt x="3721" y="1244"/>
                              <a:pt x="3725" y="1261"/>
                              <a:pt x="3725" y="1280"/>
                            </a:cubicBezTo>
                            <a:cubicBezTo>
                              <a:pt x="3725" y="1344"/>
                              <a:pt x="3684" y="1397"/>
                              <a:pt x="3634" y="1397"/>
                            </a:cubicBezTo>
                            <a:close/>
                            <a:moveTo>
                              <a:pt x="3867" y="4304"/>
                            </a:moveTo>
                            <a:cubicBezTo>
                              <a:pt x="3817" y="4304"/>
                              <a:pt x="3777" y="4252"/>
                              <a:pt x="3777" y="4187"/>
                            </a:cubicBezTo>
                            <a:cubicBezTo>
                              <a:pt x="3777" y="4169"/>
                              <a:pt x="3780" y="4152"/>
                              <a:pt x="3786" y="4136"/>
                            </a:cubicBezTo>
                            <a:cubicBezTo>
                              <a:pt x="3800" y="4166"/>
                              <a:pt x="3831" y="4187"/>
                              <a:pt x="3867" y="4187"/>
                            </a:cubicBezTo>
                            <a:cubicBezTo>
                              <a:pt x="3903" y="4187"/>
                              <a:pt x="3933" y="4166"/>
                              <a:pt x="3948" y="4136"/>
                            </a:cubicBezTo>
                            <a:cubicBezTo>
                              <a:pt x="3954" y="4151"/>
                              <a:pt x="3957" y="4169"/>
                              <a:pt x="3957" y="4187"/>
                            </a:cubicBezTo>
                            <a:cubicBezTo>
                              <a:pt x="3957" y="4252"/>
                              <a:pt x="3917" y="4304"/>
                              <a:pt x="3867" y="4304"/>
                            </a:cubicBezTo>
                            <a:close/>
                            <a:moveTo>
                              <a:pt x="3867" y="3473"/>
                            </a:moveTo>
                            <a:cubicBezTo>
                              <a:pt x="3817" y="3473"/>
                              <a:pt x="3777" y="3421"/>
                              <a:pt x="3777" y="3356"/>
                            </a:cubicBezTo>
                            <a:cubicBezTo>
                              <a:pt x="3777" y="3338"/>
                              <a:pt x="3780" y="3321"/>
                              <a:pt x="3786" y="3306"/>
                            </a:cubicBezTo>
                            <a:cubicBezTo>
                              <a:pt x="3801" y="3336"/>
                              <a:pt x="3831" y="3356"/>
                              <a:pt x="3867" y="3356"/>
                            </a:cubicBezTo>
                            <a:cubicBezTo>
                              <a:pt x="3903" y="3356"/>
                              <a:pt x="3934" y="3336"/>
                              <a:pt x="3948" y="3305"/>
                            </a:cubicBezTo>
                            <a:cubicBezTo>
                              <a:pt x="3954" y="3321"/>
                              <a:pt x="3957" y="3338"/>
                              <a:pt x="3957" y="3356"/>
                            </a:cubicBezTo>
                            <a:cubicBezTo>
                              <a:pt x="3957" y="3421"/>
                              <a:pt x="3917" y="3473"/>
                              <a:pt x="3867" y="3473"/>
                            </a:cubicBezTo>
                            <a:close/>
                            <a:moveTo>
                              <a:pt x="3867" y="2643"/>
                            </a:moveTo>
                            <a:cubicBezTo>
                              <a:pt x="3817" y="2643"/>
                              <a:pt x="3777" y="2590"/>
                              <a:pt x="3777" y="2526"/>
                            </a:cubicBezTo>
                            <a:cubicBezTo>
                              <a:pt x="3777" y="2507"/>
                              <a:pt x="3780" y="2490"/>
                              <a:pt x="3786" y="2475"/>
                            </a:cubicBezTo>
                            <a:cubicBezTo>
                              <a:pt x="3801" y="2505"/>
                              <a:pt x="3831" y="2526"/>
                              <a:pt x="3867" y="2526"/>
                            </a:cubicBezTo>
                            <a:cubicBezTo>
                              <a:pt x="3903" y="2526"/>
                              <a:pt x="3934" y="2505"/>
                              <a:pt x="3948" y="2475"/>
                            </a:cubicBezTo>
                            <a:cubicBezTo>
                              <a:pt x="3954" y="2490"/>
                              <a:pt x="3957" y="2507"/>
                              <a:pt x="3957" y="2526"/>
                            </a:cubicBezTo>
                            <a:cubicBezTo>
                              <a:pt x="3957" y="2590"/>
                              <a:pt x="3917" y="2643"/>
                              <a:pt x="3867" y="2643"/>
                            </a:cubicBezTo>
                            <a:close/>
                            <a:moveTo>
                              <a:pt x="4010" y="3772"/>
                            </a:moveTo>
                            <a:cubicBezTo>
                              <a:pt x="4010" y="3754"/>
                              <a:pt x="4013" y="3736"/>
                              <a:pt x="4018" y="3721"/>
                            </a:cubicBezTo>
                            <a:cubicBezTo>
                              <a:pt x="4033" y="3751"/>
                              <a:pt x="4064" y="3772"/>
                              <a:pt x="4099" y="3772"/>
                            </a:cubicBezTo>
                            <a:cubicBezTo>
                              <a:pt x="4135" y="3772"/>
                              <a:pt x="4166" y="3751"/>
                              <a:pt x="4181" y="3721"/>
                            </a:cubicBezTo>
                            <a:cubicBezTo>
                              <a:pt x="4186" y="3736"/>
                              <a:pt x="4190" y="3753"/>
                              <a:pt x="4190" y="3772"/>
                            </a:cubicBezTo>
                            <a:cubicBezTo>
                              <a:pt x="4190" y="3836"/>
                              <a:pt x="4149" y="3889"/>
                              <a:pt x="4099" y="3889"/>
                            </a:cubicBezTo>
                            <a:cubicBezTo>
                              <a:pt x="4050" y="3889"/>
                              <a:pt x="4010" y="3836"/>
                              <a:pt x="4010" y="3772"/>
                            </a:cubicBezTo>
                            <a:close/>
                            <a:moveTo>
                              <a:pt x="4170" y="4719"/>
                            </a:moveTo>
                            <a:cubicBezTo>
                              <a:pt x="4120" y="4719"/>
                              <a:pt x="4080" y="4667"/>
                              <a:pt x="4080" y="4602"/>
                            </a:cubicBezTo>
                            <a:cubicBezTo>
                              <a:pt x="4080" y="4584"/>
                              <a:pt x="4083" y="4567"/>
                              <a:pt x="4089" y="4552"/>
                            </a:cubicBezTo>
                            <a:cubicBezTo>
                              <a:pt x="4103" y="4582"/>
                              <a:pt x="4134" y="4602"/>
                              <a:pt x="4170" y="4602"/>
                            </a:cubicBezTo>
                            <a:cubicBezTo>
                              <a:pt x="4205" y="4602"/>
                              <a:pt x="4236" y="4581"/>
                              <a:pt x="4251" y="4551"/>
                            </a:cubicBezTo>
                            <a:cubicBezTo>
                              <a:pt x="4256" y="4567"/>
                              <a:pt x="4260" y="4584"/>
                              <a:pt x="4260" y="4602"/>
                            </a:cubicBezTo>
                            <a:cubicBezTo>
                              <a:pt x="4260" y="4667"/>
                              <a:pt x="4219" y="4719"/>
                              <a:pt x="4170" y="4719"/>
                            </a:cubicBezTo>
                            <a:close/>
                            <a:moveTo>
                              <a:pt x="4332" y="4304"/>
                            </a:moveTo>
                            <a:cubicBezTo>
                              <a:pt x="4282" y="4304"/>
                              <a:pt x="4242" y="4252"/>
                              <a:pt x="4242" y="4187"/>
                            </a:cubicBezTo>
                            <a:cubicBezTo>
                              <a:pt x="4242" y="4169"/>
                              <a:pt x="4245" y="4152"/>
                              <a:pt x="4251" y="4136"/>
                            </a:cubicBezTo>
                            <a:cubicBezTo>
                              <a:pt x="4265" y="4166"/>
                              <a:pt x="4296" y="4187"/>
                              <a:pt x="4332" y="4187"/>
                            </a:cubicBezTo>
                            <a:cubicBezTo>
                              <a:pt x="4367" y="4187"/>
                              <a:pt x="4398" y="4166"/>
                              <a:pt x="4413" y="4136"/>
                            </a:cubicBezTo>
                            <a:cubicBezTo>
                              <a:pt x="4419" y="4151"/>
                              <a:pt x="4422" y="4169"/>
                              <a:pt x="4422" y="4187"/>
                            </a:cubicBezTo>
                            <a:cubicBezTo>
                              <a:pt x="4422" y="4252"/>
                              <a:pt x="4381" y="4304"/>
                              <a:pt x="4332" y="4304"/>
                            </a:cubicBezTo>
                            <a:close/>
                            <a:moveTo>
                              <a:pt x="4332" y="3473"/>
                            </a:moveTo>
                            <a:cubicBezTo>
                              <a:pt x="4282" y="3473"/>
                              <a:pt x="4242" y="3421"/>
                              <a:pt x="4242" y="3356"/>
                            </a:cubicBezTo>
                            <a:cubicBezTo>
                              <a:pt x="4242" y="3338"/>
                              <a:pt x="4245" y="3321"/>
                              <a:pt x="4251" y="3306"/>
                            </a:cubicBezTo>
                            <a:cubicBezTo>
                              <a:pt x="4266" y="3336"/>
                              <a:pt x="4296" y="3356"/>
                              <a:pt x="4332" y="3356"/>
                            </a:cubicBezTo>
                            <a:cubicBezTo>
                              <a:pt x="4368" y="3356"/>
                              <a:pt x="4399" y="3336"/>
                              <a:pt x="4413" y="3305"/>
                            </a:cubicBezTo>
                            <a:cubicBezTo>
                              <a:pt x="4419" y="3321"/>
                              <a:pt x="4422" y="3338"/>
                              <a:pt x="4422" y="3356"/>
                            </a:cubicBezTo>
                            <a:cubicBezTo>
                              <a:pt x="4422" y="3421"/>
                              <a:pt x="4382" y="3473"/>
                              <a:pt x="4332" y="3473"/>
                            </a:cubicBezTo>
                            <a:close/>
                            <a:moveTo>
                              <a:pt x="4332" y="1812"/>
                            </a:moveTo>
                            <a:cubicBezTo>
                              <a:pt x="4282" y="1812"/>
                              <a:pt x="4242" y="1760"/>
                              <a:pt x="4242" y="1695"/>
                            </a:cubicBezTo>
                            <a:cubicBezTo>
                              <a:pt x="4242" y="1677"/>
                              <a:pt x="4245" y="1660"/>
                              <a:pt x="4251" y="1644"/>
                            </a:cubicBezTo>
                            <a:cubicBezTo>
                              <a:pt x="4266" y="1674"/>
                              <a:pt x="4296" y="1695"/>
                              <a:pt x="4332" y="1695"/>
                            </a:cubicBezTo>
                            <a:cubicBezTo>
                              <a:pt x="4368" y="1695"/>
                              <a:pt x="4399" y="1674"/>
                              <a:pt x="4413" y="1644"/>
                            </a:cubicBezTo>
                            <a:cubicBezTo>
                              <a:pt x="4419" y="1659"/>
                              <a:pt x="4422" y="1677"/>
                              <a:pt x="4422" y="1695"/>
                            </a:cubicBezTo>
                            <a:cubicBezTo>
                              <a:pt x="4422" y="1760"/>
                              <a:pt x="4382" y="1812"/>
                              <a:pt x="4332" y="1812"/>
                            </a:cubicBezTo>
                            <a:close/>
                            <a:moveTo>
                              <a:pt x="4635" y="4719"/>
                            </a:moveTo>
                            <a:cubicBezTo>
                              <a:pt x="4585" y="4719"/>
                              <a:pt x="4545" y="4667"/>
                              <a:pt x="4545" y="4602"/>
                            </a:cubicBezTo>
                            <a:cubicBezTo>
                              <a:pt x="4545" y="4584"/>
                              <a:pt x="4548" y="4567"/>
                              <a:pt x="4554" y="4552"/>
                            </a:cubicBezTo>
                            <a:cubicBezTo>
                              <a:pt x="4568" y="4582"/>
                              <a:pt x="4599" y="4602"/>
                              <a:pt x="4635" y="4602"/>
                            </a:cubicBezTo>
                            <a:cubicBezTo>
                              <a:pt x="4670" y="4602"/>
                              <a:pt x="4701" y="4581"/>
                              <a:pt x="4716" y="4551"/>
                            </a:cubicBezTo>
                            <a:cubicBezTo>
                              <a:pt x="4722" y="4567"/>
                              <a:pt x="4725" y="4584"/>
                              <a:pt x="4725" y="4602"/>
                            </a:cubicBezTo>
                            <a:cubicBezTo>
                              <a:pt x="4725" y="4667"/>
                              <a:pt x="4684" y="4719"/>
                              <a:pt x="4635" y="4719"/>
                            </a:cubicBezTo>
                            <a:close/>
                            <a:moveTo>
                              <a:pt x="3892" y="5628"/>
                            </a:moveTo>
                            <a:cubicBezTo>
                              <a:pt x="3892" y="5727"/>
                              <a:pt x="3972" y="5808"/>
                              <a:pt x="4072" y="5808"/>
                            </a:cubicBezTo>
                            <a:cubicBezTo>
                              <a:pt x="4171" y="5808"/>
                              <a:pt x="4251" y="5727"/>
                              <a:pt x="4251" y="5628"/>
                            </a:cubicBezTo>
                            <a:cubicBezTo>
                              <a:pt x="4251" y="5190"/>
                              <a:pt x="4251" y="5190"/>
                              <a:pt x="4251" y="5190"/>
                            </a:cubicBezTo>
                            <a:cubicBezTo>
                              <a:pt x="4147" y="5105"/>
                              <a:pt x="4023" y="5001"/>
                              <a:pt x="3892" y="4886"/>
                            </a:cubicBezTo>
                            <a:lnTo>
                              <a:pt x="3892" y="5628"/>
                            </a:lnTo>
                            <a:close/>
                            <a:moveTo>
                              <a:pt x="5122" y="4966"/>
                            </a:moveTo>
                            <a:cubicBezTo>
                              <a:pt x="5199" y="5040"/>
                              <a:pt x="5262" y="5100"/>
                              <a:pt x="5269" y="5107"/>
                            </a:cubicBezTo>
                            <a:cubicBezTo>
                              <a:pt x="5284" y="5121"/>
                              <a:pt x="5600" y="5434"/>
                              <a:pt x="5979" y="5143"/>
                            </a:cubicBezTo>
                            <a:cubicBezTo>
                              <a:pt x="5971" y="5135"/>
                              <a:pt x="5424" y="4594"/>
                              <a:pt x="4950" y="4131"/>
                            </a:cubicBezTo>
                            <a:cubicBezTo>
                              <a:pt x="5011" y="4405"/>
                              <a:pt x="5069" y="4684"/>
                              <a:pt x="5122" y="4966"/>
                            </a:cubicBezTo>
                            <a:close/>
                          </a:path>
                        </a:pathLst>
                      </a:custGeom>
                      <a:solidFill>
                        <a:srgbClr val="1b1c20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mc:AlternateContent>
        <mc:Choice Requires="wps">
          <w:drawing>
            <wp:anchor behindDoc="0" distT="0" distB="0" distL="0" distR="0" simplePos="0" locked="0" layoutInCell="1" allowOverlap="1" relativeHeight="8">
              <wp:simplePos x="0" y="0"/>
              <wp:positionH relativeFrom="page">
                <wp:posOffset>4645025</wp:posOffset>
              </wp:positionH>
              <wp:positionV relativeFrom="page">
                <wp:posOffset>666750</wp:posOffset>
              </wp:positionV>
              <wp:extent cx="2592070" cy="335280"/>
              <wp:effectExtent l="0" t="0" r="0" b="0"/>
              <wp:wrapSquare wrapText="largest"/>
              <wp:docPr id="4" name="Rahmen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2070" cy="3352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Titel"/>
                            <w:pBdr/>
                            <w:rPr/>
                          </w:pPr>
                          <w:bookmarkStart w:id="7" w:name="v_Name1"/>
                          <w:r>
                            <w:rPr>
                              <w:b/>
                            </w:rPr>
                            <w:t>Matthias Hauer</w:t>
                          </w:r>
                          <w:bookmarkEnd w:id="7"/>
                        </w:p>
                        <w:p>
                          <w:pPr>
                            <w:pStyle w:val="Untertitel"/>
                            <w:pBdr/>
                            <w:rPr/>
                          </w:pPr>
                          <w:r>
                            <w:rPr/>
                            <w:t>Mitglied des Deutschen Bundestages</w:t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204.1pt;height:26.4pt;mso-wrap-distance-left:0pt;mso-wrap-distance-right:0pt;mso-wrap-distance-top:0pt;mso-wrap-distance-bottom:0pt;margin-top:52.5pt;mso-position-vertical-relative:page;margin-left:365.75pt;mso-position-horizontal-relative:page">
              <v:fill opacity="0f"/>
              <v:textbox inset="0in,0in,0in,0in">
                <w:txbxContent>
                  <w:p>
                    <w:pPr>
                      <w:pStyle w:val="Titel"/>
                      <w:pBdr/>
                      <w:rPr/>
                    </w:pPr>
                    <w:bookmarkStart w:id="8" w:name="v_Name1"/>
                    <w:r>
                      <w:rPr>
                        <w:b/>
                      </w:rPr>
                      <w:t>Matthias Hauer</w:t>
                    </w:r>
                    <w:bookmarkEnd w:id="8"/>
                  </w:p>
                  <w:p>
                    <w:pPr>
                      <w:pStyle w:val="Untertitel"/>
                      <w:pBdr/>
                      <w:rPr/>
                    </w:pPr>
                    <w:r>
                      <w:rPr/>
                      <w:t>Mitglied des Deutschen Bundestages</w:t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b4899"/>
    <w:pPr>
      <w:widowControl/>
      <w:bidi w:val="0"/>
      <w:spacing w:lineRule="atLeast" w:line="264" w:before="0" w:after="0"/>
      <w:jc w:val="left"/>
    </w:pPr>
    <w:rPr>
      <w:rFonts w:ascii="Melior Com" w:hAnsi="Melior Com" w:eastAsia="Times New Roman" w:cs="Times New Roman"/>
      <w:color w:val="auto"/>
      <w:kern w:val="0"/>
      <w:sz w:val="22"/>
      <w:szCs w:val="24"/>
      <w:lang w:eastAsia="de-DE" w:val="de-D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Kopfzeile"/>
    <w:qFormat/>
    <w:rsid w:val="002b4899"/>
    <w:rPr>
      <w:rFonts w:ascii="Melior Com" w:hAnsi="Melior Com" w:eastAsia="Times New Roman" w:cs="Times New Roman"/>
      <w:sz w:val="18"/>
      <w:szCs w:val="24"/>
      <w:lang w:eastAsia="de-DE"/>
    </w:rPr>
  </w:style>
  <w:style w:type="character" w:styleId="FuzeileZchn" w:customStyle="1">
    <w:name w:val="Fußzeile Zchn"/>
    <w:basedOn w:val="DefaultParagraphFont"/>
    <w:link w:val="Fuzeile"/>
    <w:uiPriority w:val="99"/>
    <w:qFormat/>
    <w:rsid w:val="002b4899"/>
    <w:rPr>
      <w:rFonts w:ascii="Melior Com" w:hAnsi="Melior Com" w:eastAsia="Times New Roman" w:cs="Times New Roman"/>
      <w:szCs w:val="24"/>
      <w:lang w:eastAsia="de-DE"/>
    </w:rPr>
  </w:style>
  <w:style w:type="character" w:styleId="Pagenumber">
    <w:name w:val="page number"/>
    <w:basedOn w:val="DefaultParagraphFont"/>
    <w:qFormat/>
    <w:rsid w:val="002b4899"/>
    <w:rPr/>
  </w:style>
  <w:style w:type="character" w:styleId="Internetverknpfung">
    <w:name w:val="Internetverknüpfung"/>
    <w:basedOn w:val="DefaultParagraphFont"/>
    <w:rsid w:val="002b4899"/>
    <w:rPr>
      <w:color w:val="auto"/>
      <w:u w:val="none"/>
    </w:rPr>
  </w:style>
  <w:style w:type="character" w:styleId="TitelZchn" w:customStyle="1">
    <w:name w:val="Titel Zchn"/>
    <w:basedOn w:val="DefaultParagraphFont"/>
    <w:link w:val="Titel"/>
    <w:qFormat/>
    <w:rsid w:val="002b4899"/>
    <w:rPr>
      <w:rFonts w:ascii="Melior Com" w:hAnsi="Melior Com" w:eastAsia="Times New Roman" w:cs="Times New Roman"/>
      <w:szCs w:val="24"/>
      <w:lang w:eastAsia="de-DE"/>
    </w:rPr>
  </w:style>
  <w:style w:type="character" w:styleId="UntertitelZchn" w:customStyle="1">
    <w:name w:val="Untertitel Zchn"/>
    <w:basedOn w:val="DefaultParagraphFont"/>
    <w:link w:val="Untertitel"/>
    <w:qFormat/>
    <w:rsid w:val="002b4899"/>
    <w:rPr>
      <w:rFonts w:ascii="Melior Com" w:hAnsi="Melior Com" w:eastAsia="Times New Roman" w:cs="Times New Roman"/>
      <w:color w:val="808080"/>
      <w:szCs w:val="24"/>
      <w:lang w:eastAsia="de-DE"/>
    </w:rPr>
  </w:style>
  <w:style w:type="character" w:styleId="Strong">
    <w:name w:val="Strong"/>
    <w:basedOn w:val="DefaultParagraphFont"/>
    <w:qFormat/>
    <w:rsid w:val="002b4899"/>
    <w:rPr>
      <w:b/>
      <w:bCs/>
    </w:rPr>
  </w:style>
  <w:style w:type="character" w:styleId="NurTextZchn" w:customStyle="1">
    <w:name w:val="Nur Text Zchn"/>
    <w:basedOn w:val="DefaultParagraphFont"/>
    <w:link w:val="NurText"/>
    <w:uiPriority w:val="99"/>
    <w:qFormat/>
    <w:rsid w:val="002b4899"/>
    <w:rPr>
      <w:rFonts w:ascii="Calibri" w:hAnsi="Calibri" w:cs="Times New Roman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9d2a1c"/>
    <w:rPr>
      <w:rFonts w:ascii="Segoe UI" w:hAnsi="Segoe UI" w:eastAsia="Times New Roman" w:cs="Segoe UI"/>
      <w:sz w:val="18"/>
      <w:szCs w:val="18"/>
      <w:lang w:eastAsia="de-DE"/>
    </w:rPr>
  </w:style>
  <w:style w:type="character" w:styleId="ListLabel1">
    <w:name w:val="ListLabel 1"/>
    <w:qFormat/>
    <w:rPr>
      <w:rFonts w:ascii="Milo Sans Offc" w:hAnsi="Milo Sans Offc"/>
      <w:sz w:val="17"/>
      <w:szCs w:val="17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Kopfzeile">
    <w:name w:val="Header"/>
    <w:basedOn w:val="Normal"/>
    <w:link w:val="KopfzeileZchn"/>
    <w:rsid w:val="002b4899"/>
    <w:pPr>
      <w:spacing w:lineRule="auto" w:line="240"/>
      <w:ind w:left="-3402" w:hanging="0"/>
    </w:pPr>
    <w:rPr>
      <w:sz w:val="18"/>
    </w:rPr>
  </w:style>
  <w:style w:type="paragraph" w:styleId="Fuzeile">
    <w:name w:val="Footer"/>
    <w:basedOn w:val="Normal"/>
    <w:link w:val="FuzeileZchn"/>
    <w:uiPriority w:val="99"/>
    <w:rsid w:val="002b489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dresse" w:customStyle="1">
    <w:name w:val="Adresse"/>
    <w:basedOn w:val="Normal"/>
    <w:qFormat/>
    <w:rsid w:val="002b4899"/>
    <w:pPr/>
    <w:rPr/>
  </w:style>
  <w:style w:type="paragraph" w:styleId="Marginalie" w:customStyle="1">
    <w:name w:val="Annotation Text"/>
    <w:basedOn w:val="Normal"/>
    <w:rsid w:val="002b4899"/>
    <w:pPr>
      <w:spacing w:lineRule="atLeast" w:line="210"/>
    </w:pPr>
    <w:rPr>
      <w:sz w:val="18"/>
    </w:rPr>
  </w:style>
  <w:style w:type="paragraph" w:styleId="Titel">
    <w:name w:val="Title"/>
    <w:basedOn w:val="Normal"/>
    <w:next w:val="Untertitel"/>
    <w:link w:val="TitelZchn"/>
    <w:qFormat/>
    <w:rsid w:val="002b489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Untertitel">
    <w:name w:val="Subtitle"/>
    <w:basedOn w:val="Titel"/>
    <w:link w:val="UntertitelZchn"/>
    <w:qFormat/>
    <w:rsid w:val="002b4899"/>
    <w:pPr/>
    <w:rPr>
      <w:color w:val="808080"/>
    </w:rPr>
  </w:style>
  <w:style w:type="paragraph" w:styleId="PlainText">
    <w:name w:val="Plain Text"/>
    <w:basedOn w:val="Normal"/>
    <w:link w:val="NurTextZchn"/>
    <w:uiPriority w:val="99"/>
    <w:unhideWhenUsed/>
    <w:qFormat/>
    <w:rsid w:val="002b4899"/>
    <w:pPr>
      <w:spacing w:lineRule="auto" w:line="240"/>
    </w:pPr>
    <w:rPr>
      <w:rFonts w:ascii="Calibri" w:hAnsi="Calibri" w:eastAsia="Calibri" w:eastAsiaTheme="minorHAnsi"/>
      <w:szCs w:val="22"/>
      <w:lang w:eastAsia="en-US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9d2a1c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tthias.hauer@bundestag.de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FE5CB4AE6D0489DB5A8F47151BDE8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C1A6E7-4D36-4D10-B018-1897B39CD05E}"/>
      </w:docPartPr>
      <w:docPartBody>
        <w:p w:rsidR="00B11CD1" w:rsidRDefault="001D43CC" w:rsidP="001D43CC">
          <w:pPr>
            <w:pStyle w:val="3FE5CB4AE6D0489DB5A8F47151BDE81B"/>
          </w:pPr>
          <w:r w:rsidRPr="0083520D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lior Com">
    <w:panose1 w:val="02040503050506040804"/>
    <w:charset w:val="00"/>
    <w:family w:val="roman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lo Sans Offc">
    <w:panose1 w:val="020B0504020101010102"/>
    <w:charset w:val="00"/>
    <w:family w:val="swiss"/>
    <w:pitch w:val="variable"/>
    <w:sig w:usb0="800000EF" w:usb1="4000205B" w:usb2="00000000" w:usb3="00000000" w:csb0="00000001" w:csb1="00000000"/>
  </w:font>
  <w:font w:name="MiloSerifOffc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lo Serif Offc">
    <w:panose1 w:val="02010504040101020102"/>
    <w:charset w:val="00"/>
    <w:family w:val="auto"/>
    <w:pitch w:val="variable"/>
    <w:sig w:usb0="800000EF" w:usb1="4000205B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CC"/>
    <w:rsid w:val="001D43CC"/>
    <w:rsid w:val="00B1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43CC"/>
    <w:rPr>
      <w:color w:val="808080"/>
    </w:rPr>
  </w:style>
  <w:style w:type="paragraph" w:customStyle="1" w:styleId="3FE5CB4AE6D0489DB5A8F47151BDE81B">
    <w:name w:val="3FE5CB4AE6D0489DB5A8F47151BDE81B"/>
    <w:rsid w:val="001D43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FFF877DD.dotm</Template>
  <TotalTime>18</TotalTime>
  <Application>LibreOffice/6.1.4.2$Windows_X86_64 LibreOffice_project/9d0f32d1f0b509096fd65e0d4bec26ddd1938fd3</Application>
  <Pages>1</Pages>
  <Words>179</Words>
  <Characters>1108</Characters>
  <CharactersWithSpaces>1268</CharactersWithSpaces>
  <Paragraphs>26</Paragraphs>
  <Company>Deutscher Bundestag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2018-02-23T09:15:00Z</dcterms:created>
  <dc:creator>Hauer Matthias Mitarbeiter 05</dc:creator>
  <dc:description/>
  <dc:language>de-DE</dc:language>
  <cp:lastModifiedBy/>
  <cp:lastPrinted>2017-02-16T15:37:00Z</cp:lastPrinted>
  <dcterms:modified xsi:type="dcterms:W3CDTF">2019-01-31T09:20:32Z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Deutscher Bundestag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